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77777777" w:rsidR="00454CDE" w:rsidRPr="00713EC9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4F7883F6" w:rsidR="00454CDE" w:rsidRPr="00CE78CA" w:rsidRDefault="005A2287" w:rsidP="005A2287">
      <w:pPr>
        <w:ind w:left="3600"/>
        <w:rPr>
          <w:lang w:val="bg-BG"/>
        </w:rPr>
      </w:pPr>
      <w:r w:rsidRPr="00CE78CA">
        <w:rPr>
          <w:lang w:val="bg-BG"/>
        </w:rPr>
        <w:t xml:space="preserve">  </w:t>
      </w:r>
      <w:r w:rsidR="002868E1">
        <w:rPr>
          <w:lang w:val="bg-BG"/>
        </w:rPr>
        <w:t xml:space="preserve">    </w:t>
      </w:r>
      <w:r w:rsidRPr="00CE78CA">
        <w:rPr>
          <w:lang w:val="bg-BG"/>
        </w:rPr>
        <w:t xml:space="preserve"> </w:t>
      </w:r>
      <w:r w:rsidR="00454CDE" w:rsidRPr="00CE78CA">
        <w:rPr>
          <w:lang w:val="bg-BG"/>
        </w:rPr>
        <w:t>№</w:t>
      </w:r>
      <w:r w:rsidR="002868E1">
        <w:rPr>
          <w:lang w:val="bg-BG"/>
        </w:rPr>
        <w:t xml:space="preserve">  ПО-09-2866-3</w:t>
      </w:r>
    </w:p>
    <w:p w14:paraId="3795E67F" w14:textId="4B438963" w:rsidR="00454CDE" w:rsidRPr="00CE78CA" w:rsidRDefault="002868E1" w:rsidP="00BE4052">
      <w:pPr>
        <w:ind w:left="2880" w:firstLine="720"/>
        <w:rPr>
          <w:lang w:val="bg-BG"/>
        </w:rPr>
      </w:pPr>
      <w:r>
        <w:rPr>
          <w:lang w:val="bg-BG"/>
        </w:rPr>
        <w:t xml:space="preserve">      </w:t>
      </w:r>
      <w:r w:rsidR="00454CDE" w:rsidRPr="00CE78CA">
        <w:rPr>
          <w:lang w:val="bg-BG"/>
        </w:rPr>
        <w:t>София,</w:t>
      </w:r>
      <w:r>
        <w:rPr>
          <w:lang w:val="bg-BG"/>
        </w:rPr>
        <w:t xml:space="preserve"> 29.09.</w:t>
      </w:r>
      <w:r w:rsidR="0023186B" w:rsidRPr="00CE78CA">
        <w:rPr>
          <w:lang w:val="bg-BG"/>
        </w:rPr>
        <w:t>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23186B" w:rsidRPr="00CE78CA">
        <w:rPr>
          <w:lang w:val="bg-BG"/>
        </w:rPr>
        <w:t>г.</w:t>
      </w:r>
      <w:r w:rsidR="006727E9" w:rsidRPr="00CE78CA">
        <w:rPr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1C3F0964" w14:textId="1FD5E508" w:rsidR="005E5F37" w:rsidRPr="00197F75" w:rsidRDefault="00576362" w:rsidP="005E5F3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</w:t>
      </w:r>
      <w:r w:rsidR="008A1BBB" w:rsidRPr="00CE78CA">
        <w:rPr>
          <w:lang w:val="bg-BG"/>
        </w:rPr>
        <w:t>ал.</w:t>
      </w:r>
      <w:r w:rsidRPr="00CE78CA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CE78CA">
        <w:rPr>
          <w:lang w:val="bg-BG"/>
        </w:rPr>
        <w:t xml:space="preserve">те, </w:t>
      </w:r>
      <w:r w:rsidR="007A06D3" w:rsidRPr="0083710E">
        <w:rPr>
          <w:lang w:val="bg-BG"/>
        </w:rPr>
        <w:t>обн.ДВ</w:t>
      </w:r>
      <w:r w:rsidR="0083710E" w:rsidRPr="0083710E">
        <w:rPr>
          <w:lang w:val="bg-BG"/>
        </w:rPr>
        <w:t>,</w:t>
      </w:r>
      <w:r w:rsidR="007A06D3" w:rsidRPr="0083710E">
        <w:rPr>
          <w:lang w:val="bg-BG"/>
        </w:rPr>
        <w:t xml:space="preserve"> бр.7/26.01.2010г.,</w:t>
      </w:r>
      <w:r w:rsidR="007A06D3" w:rsidRPr="0083710E">
        <w:rPr>
          <w:lang w:val="ru-RU"/>
        </w:rPr>
        <w:t xml:space="preserve"> </w:t>
      </w:r>
      <w:r w:rsidRPr="0083710E">
        <w:rPr>
          <w:lang w:val="bg-BG"/>
        </w:rPr>
        <w:t xml:space="preserve">посл. </w:t>
      </w:r>
      <w:r w:rsidR="00CA17DF" w:rsidRPr="0083710E">
        <w:rPr>
          <w:lang w:val="bg-BG"/>
        </w:rPr>
        <w:t>изм. ДВ</w:t>
      </w:r>
      <w:bookmarkStart w:id="0" w:name="_Hlk83647061"/>
      <w:r w:rsidR="0083710E" w:rsidRPr="002868E1">
        <w:rPr>
          <w:lang w:val="bg-BG"/>
        </w:rPr>
        <w:t xml:space="preserve">, </w:t>
      </w:r>
      <w:bookmarkStart w:id="1" w:name="_Hlk83647891"/>
      <w:r w:rsidR="0083710E" w:rsidRPr="002868E1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="00E1632B" w:rsidRPr="002868E1">
        <w:rPr>
          <w:lang w:val="bg-BG"/>
        </w:rPr>
        <w:t>41</w:t>
      </w:r>
      <w:r w:rsidR="0083710E" w:rsidRPr="002868E1">
        <w:rPr>
          <w:lang w:val="bg-BG"/>
        </w:rPr>
        <w:t xml:space="preserve"> от 0</w:t>
      </w:r>
      <w:r w:rsidR="00E1632B" w:rsidRPr="002868E1">
        <w:rPr>
          <w:lang w:val="bg-BG"/>
        </w:rPr>
        <w:t>3</w:t>
      </w:r>
      <w:r w:rsidR="0083710E" w:rsidRPr="002868E1">
        <w:rPr>
          <w:lang w:val="bg-BG"/>
        </w:rPr>
        <w:t xml:space="preserve"> </w:t>
      </w:r>
      <w:bookmarkEnd w:id="2"/>
      <w:bookmarkEnd w:id="3"/>
      <w:bookmarkEnd w:id="4"/>
      <w:r w:rsidR="00E1632B" w:rsidRPr="002868E1">
        <w:rPr>
          <w:lang w:val="bg-BG"/>
        </w:rPr>
        <w:t>юни</w:t>
      </w:r>
      <w:r w:rsidR="0083710E" w:rsidRPr="002868E1">
        <w:rPr>
          <w:lang w:val="bg-BG"/>
        </w:rPr>
        <w:t xml:space="preserve"> 202</w:t>
      </w:r>
      <w:r w:rsidR="00E1632B" w:rsidRPr="002868E1">
        <w:rPr>
          <w:lang w:val="bg-BG"/>
        </w:rPr>
        <w:t>2</w:t>
      </w:r>
      <w:r w:rsidR="00F23532">
        <w:rPr>
          <w:lang w:val="bg-BG"/>
        </w:rPr>
        <w:t xml:space="preserve"> </w:t>
      </w:r>
      <w:r w:rsidR="0083710E" w:rsidRPr="0083710E">
        <w:rPr>
          <w:lang w:val="bg-BG"/>
        </w:rPr>
        <w:t xml:space="preserve">г., </w:t>
      </w:r>
      <w:bookmarkEnd w:id="0"/>
      <w:bookmarkEnd w:id="1"/>
      <w:r w:rsidR="008F3A6E" w:rsidRPr="0083710E">
        <w:rPr>
          <w:lang w:val="bg-BG"/>
        </w:rPr>
        <w:t>чл.37в, ал.4 от Закона</w:t>
      </w:r>
      <w:r w:rsidR="008F3A6E"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 w:rsidR="00696516">
        <w:rPr>
          <w:lang w:val="bg-BG"/>
        </w:rPr>
        <w:t xml:space="preserve">Заповед </w:t>
      </w:r>
      <w:r w:rsidR="005E5F37">
        <w:rPr>
          <w:sz w:val="26"/>
          <w:szCs w:val="26"/>
          <w:lang w:val="bg-BG"/>
        </w:rPr>
        <w:t xml:space="preserve">№ </w:t>
      </w:r>
      <w:r w:rsidR="002E0A30" w:rsidRPr="002E0A30">
        <w:rPr>
          <w:sz w:val="26"/>
          <w:szCs w:val="26"/>
          <w:lang w:val="bg-BG"/>
        </w:rPr>
        <w:t>ПО-09-</w:t>
      </w:r>
      <w:r w:rsidR="00E4614E" w:rsidRPr="002868E1">
        <w:rPr>
          <w:sz w:val="26"/>
          <w:szCs w:val="26"/>
          <w:lang w:val="bg-BG"/>
        </w:rPr>
        <w:t>286</w:t>
      </w:r>
      <w:r w:rsidR="001F5EA1">
        <w:rPr>
          <w:sz w:val="26"/>
          <w:szCs w:val="26"/>
          <w:lang w:val="bg-BG"/>
        </w:rPr>
        <w:t>6</w:t>
      </w:r>
      <w:r w:rsidR="002E0A30" w:rsidRPr="002E0A30">
        <w:rPr>
          <w:sz w:val="26"/>
          <w:szCs w:val="26"/>
          <w:lang w:val="bg-BG"/>
        </w:rPr>
        <w:t>/</w:t>
      </w:r>
      <w:r w:rsidR="00E4614E" w:rsidRPr="002868E1">
        <w:rPr>
          <w:sz w:val="26"/>
          <w:szCs w:val="26"/>
          <w:lang w:val="bg-BG"/>
        </w:rPr>
        <w:t>19</w:t>
      </w:r>
      <w:r w:rsidR="002E0A30" w:rsidRPr="002E0A30">
        <w:rPr>
          <w:sz w:val="26"/>
          <w:szCs w:val="26"/>
          <w:lang w:val="bg-BG"/>
        </w:rPr>
        <w:t>.0</w:t>
      </w:r>
      <w:r w:rsidR="005A5B96">
        <w:rPr>
          <w:sz w:val="26"/>
          <w:szCs w:val="26"/>
          <w:lang w:val="bg-BG"/>
        </w:rPr>
        <w:t>7</w:t>
      </w:r>
      <w:r w:rsidR="002E0A30" w:rsidRPr="002E0A30">
        <w:rPr>
          <w:sz w:val="26"/>
          <w:szCs w:val="26"/>
          <w:lang w:val="bg-BG"/>
        </w:rPr>
        <w:t>.20</w:t>
      </w:r>
      <w:r w:rsidR="005A5B96">
        <w:rPr>
          <w:sz w:val="26"/>
          <w:szCs w:val="26"/>
          <w:lang w:val="bg-BG"/>
        </w:rPr>
        <w:t>2</w:t>
      </w:r>
      <w:r w:rsidR="00CC444F">
        <w:rPr>
          <w:sz w:val="26"/>
          <w:szCs w:val="26"/>
          <w:lang w:val="bg-BG"/>
        </w:rPr>
        <w:t>2</w:t>
      </w:r>
      <w:r w:rsidR="003D26C6">
        <w:rPr>
          <w:sz w:val="26"/>
          <w:szCs w:val="26"/>
          <w:lang w:val="bg-BG"/>
        </w:rPr>
        <w:t xml:space="preserve"> </w:t>
      </w:r>
      <w:r w:rsidR="002E0A30" w:rsidRPr="002E0A30">
        <w:rPr>
          <w:sz w:val="26"/>
          <w:szCs w:val="26"/>
          <w:lang w:val="bg-BG"/>
        </w:rPr>
        <w:t>г</w:t>
      </w:r>
      <w:r w:rsidR="003D26C6">
        <w:rPr>
          <w:sz w:val="26"/>
          <w:szCs w:val="26"/>
          <w:lang w:val="bg-BG"/>
        </w:rPr>
        <w:t>.</w:t>
      </w:r>
    </w:p>
    <w:p w14:paraId="3957F2DB" w14:textId="77777777" w:rsidR="00034F6D" w:rsidRPr="00197F75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197F75" w:rsidRDefault="00034F6D" w:rsidP="008F3A6E">
      <w:pPr>
        <w:ind w:firstLine="709"/>
        <w:jc w:val="center"/>
        <w:rPr>
          <w:lang w:val="bg-BG"/>
        </w:rPr>
      </w:pPr>
    </w:p>
    <w:p w14:paraId="790F0D27" w14:textId="44F18964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>за землището на с</w:t>
      </w:r>
      <w:r w:rsidR="0011621C" w:rsidRPr="00197F75">
        <w:rPr>
          <w:lang w:val="bg-BG"/>
        </w:rPr>
        <w:t>.</w:t>
      </w:r>
      <w:r w:rsidR="001F5EA1">
        <w:rPr>
          <w:lang w:val="bg-BG"/>
        </w:rPr>
        <w:t>Росоман</w:t>
      </w:r>
      <w:r w:rsidRPr="00CE78CA">
        <w:rPr>
          <w:lang w:val="bg-BG"/>
        </w:rPr>
        <w:t xml:space="preserve">, </w:t>
      </w:r>
      <w:r w:rsidR="00E1632B" w:rsidRPr="00CE78CA">
        <w:rPr>
          <w:lang w:val="bg-BG"/>
        </w:rPr>
        <w:t xml:space="preserve">ЕКАТТЕ </w:t>
      </w:r>
      <w:r w:rsidR="001F5EA1">
        <w:rPr>
          <w:lang w:val="bg-BG"/>
        </w:rPr>
        <w:t>63121</w:t>
      </w:r>
      <w:r w:rsidR="00E1632B"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 w:rsidR="00E4614E">
        <w:rPr>
          <w:lang w:val="bg-BG"/>
        </w:rPr>
        <w:t>Божурище</w:t>
      </w:r>
      <w:r w:rsidRPr="00CE78CA">
        <w:rPr>
          <w:lang w:val="bg-BG"/>
        </w:rPr>
        <w:t xml:space="preserve">, област </w:t>
      </w:r>
      <w:r w:rsidR="00D66684"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EE2FF9" w:rsidRPr="00CE78CA">
        <w:rPr>
          <w:lang w:val="bg-BG"/>
        </w:rPr>
        <w:t xml:space="preserve"> – 20</w:t>
      </w:r>
      <w:r w:rsidR="002E0A30">
        <w:rPr>
          <w:lang w:val="bg-BG"/>
        </w:rPr>
        <w:t>2</w:t>
      </w:r>
      <w:r w:rsidR="00CC444F">
        <w:rPr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2BC8FBF7" w14:textId="77777777" w:rsidR="006C6209" w:rsidRDefault="006C6209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2299"/>
      </w:tblGrid>
      <w:tr w:rsidR="001F5EA1" w:rsidRPr="003D3169" w14:paraId="278C1E55" w14:textId="77777777" w:rsidTr="001F5EA1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2CF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5E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FBF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3C8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  <w:tc>
          <w:tcPr>
            <w:tcW w:w="22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A0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Собственик</w:t>
            </w:r>
          </w:p>
        </w:tc>
      </w:tr>
      <w:tr w:rsidR="001F5EA1" w:rsidRPr="003D3169" w14:paraId="7984CEE5" w14:textId="77777777" w:rsidTr="001F5EA1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5B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949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8F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682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84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A55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72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Дължимо рентно плащане в лв.</w:t>
            </w:r>
          </w:p>
        </w:tc>
        <w:tc>
          <w:tcPr>
            <w:tcW w:w="22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5D4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3AFDB2B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21D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АГРОКАД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2B0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A52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DD7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3C8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41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F6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6C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ОМЕГА АГРО ИНВЕСТ ЕООД</w:t>
            </w:r>
          </w:p>
        </w:tc>
      </w:tr>
      <w:tr w:rsidR="001F5EA1" w:rsidRPr="003D3169" w14:paraId="658B1BB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DAC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АГРОКАД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1F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AEB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56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22E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B4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D55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1F0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ТКС и др.</w:t>
            </w:r>
          </w:p>
        </w:tc>
      </w:tr>
      <w:tr w:rsidR="001F5EA1" w:rsidRPr="003D3169" w14:paraId="17C0FEF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44D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АГРОКАД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721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E34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342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D1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330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240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3AE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297CEB6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F9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АГРОКАД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4B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D11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6A7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FB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C19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BE5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7B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796F1DD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1B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АГРОКАД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57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E7D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15B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EB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5D9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CC3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DC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ОМЕГА АГРО ИНВЕСТ ЕООД</w:t>
            </w:r>
          </w:p>
        </w:tc>
      </w:tr>
      <w:tr w:rsidR="001F5EA1" w:rsidRPr="003D3169" w14:paraId="7C56A79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7D5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FC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DC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FF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41.566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054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B9D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F8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6D3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49D3860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836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A51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BE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E0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93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2D4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5D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55.08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9A4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ПКМ</w:t>
            </w:r>
          </w:p>
        </w:tc>
      </w:tr>
      <w:tr w:rsidR="001F5EA1" w:rsidRPr="003D3169" w14:paraId="69A07EC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8EF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22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FED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92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0C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CE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5.190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14E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41.52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2CE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ТСМ</w:t>
            </w:r>
          </w:p>
        </w:tc>
      </w:tr>
      <w:tr w:rsidR="001F5EA1" w:rsidRPr="003D3169" w14:paraId="05116C9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CF5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12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FE2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358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E4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92C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B1B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718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1F5EA1" w:rsidRPr="003D3169" w14:paraId="3D1DABF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A1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CC6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65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F9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A07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F0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1E4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C0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0A0B461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AA5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935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796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BDE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8D5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17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6D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A3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7D7D8C2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E0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FA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664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170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8D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316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2D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72B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1F5EA1" w:rsidRPr="003D3169" w14:paraId="38C7E31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619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9E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996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58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86D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69A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5B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24.78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084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ГМГ</w:t>
            </w:r>
          </w:p>
        </w:tc>
      </w:tr>
      <w:tr w:rsidR="001F5EA1" w:rsidRPr="003D3169" w14:paraId="1A56D3F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0D5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4E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F9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80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85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E4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CC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B97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КМГ</w:t>
            </w:r>
          </w:p>
        </w:tc>
      </w:tr>
      <w:tr w:rsidR="001F5EA1" w:rsidRPr="003D3169" w14:paraId="1860872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55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31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AF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AEE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1F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FE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2.842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335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22.73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242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2AABE28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7C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5D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70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52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0F8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B77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F08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93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600BD7A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DF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6EF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A1A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5E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62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3F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97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B0D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ГКМ</w:t>
            </w:r>
          </w:p>
        </w:tc>
      </w:tr>
      <w:tr w:rsidR="001F5EA1" w:rsidRPr="003D3169" w14:paraId="3F29E4C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D8F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1C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446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34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1E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564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EA8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E4C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ЗСА</w:t>
            </w:r>
          </w:p>
        </w:tc>
      </w:tr>
      <w:tr w:rsidR="001F5EA1" w:rsidRPr="003D3169" w14:paraId="53AD8DE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A80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8A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3D7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5FC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3C1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49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A6B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61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АСА</w:t>
            </w:r>
          </w:p>
        </w:tc>
      </w:tr>
      <w:tr w:rsidR="001F5EA1" w:rsidRPr="003D3169" w14:paraId="48207D2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999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9D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C6F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BEF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FB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E37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0B9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B49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ПЦА</w:t>
            </w:r>
          </w:p>
        </w:tc>
      </w:tr>
      <w:tr w:rsidR="001F5EA1" w:rsidRPr="003D3169" w14:paraId="07A595D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D98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2E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4EB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E82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F2A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6CF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348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6.93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513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ДЦА</w:t>
            </w:r>
          </w:p>
        </w:tc>
      </w:tr>
      <w:tr w:rsidR="001F5EA1" w:rsidRPr="003D3169" w14:paraId="10D8DFB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D0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269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DE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4BF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F6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946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59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6.57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40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ХКД</w:t>
            </w:r>
          </w:p>
        </w:tc>
      </w:tr>
      <w:tr w:rsidR="001F5EA1" w:rsidRPr="003D3169" w14:paraId="42C9555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BA2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3A5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F3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FC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E8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AF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A1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5B4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ЙТМ</w:t>
            </w:r>
          </w:p>
        </w:tc>
      </w:tr>
      <w:tr w:rsidR="001F5EA1" w:rsidRPr="003D3169" w14:paraId="599E0D2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9B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42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A0A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82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A01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969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F8C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C02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НИА</w:t>
            </w:r>
          </w:p>
        </w:tc>
      </w:tr>
      <w:tr w:rsidR="001F5EA1" w:rsidRPr="003D3169" w14:paraId="384910B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BD0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EE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85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65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6A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A0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12C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D9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ГРН</w:t>
            </w:r>
          </w:p>
        </w:tc>
      </w:tr>
      <w:tr w:rsidR="001F5EA1" w:rsidRPr="003D3169" w14:paraId="054440D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40C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2F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79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176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459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FB1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A52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A5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1F5EA1" w:rsidRPr="003D3169" w14:paraId="561B87D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8BE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26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91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51B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E01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C85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0C7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774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795EC72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72D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845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DF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E17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98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FA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1B4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4B8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1F5EA1" w:rsidRPr="003D3169" w14:paraId="1C1C92B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BF7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0D6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67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30D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59A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581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A5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0CF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2FE3121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1C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1CB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03D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04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C2B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66A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E24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60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05A68D3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C9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C3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64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C9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7B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6D9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BB9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B9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ГВА</w:t>
            </w:r>
          </w:p>
        </w:tc>
      </w:tr>
      <w:tr w:rsidR="001F5EA1" w:rsidRPr="003D3169" w14:paraId="48882B9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4D0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53D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B5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59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A03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ADD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14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5.72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1FB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6847C4D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1E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CB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1C8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338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10F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BAA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BB4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D18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СИБ</w:t>
            </w:r>
          </w:p>
        </w:tc>
      </w:tr>
      <w:tr w:rsidR="001F5EA1" w:rsidRPr="003D3169" w14:paraId="451F806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716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659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D1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77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32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34C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23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0B0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СПП</w:t>
            </w:r>
          </w:p>
        </w:tc>
      </w:tr>
      <w:tr w:rsidR="001F5EA1" w:rsidRPr="003D3169" w14:paraId="7491910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E2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89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78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28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E54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641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9F3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538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СЕХ</w:t>
            </w:r>
          </w:p>
        </w:tc>
      </w:tr>
      <w:tr w:rsidR="001F5EA1" w:rsidRPr="003D3169" w14:paraId="35DC187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590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EC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842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0F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74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5D9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64A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A5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ИГА</w:t>
            </w:r>
          </w:p>
        </w:tc>
      </w:tr>
      <w:tr w:rsidR="001F5EA1" w:rsidRPr="003D3169" w14:paraId="3C9F40A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2D2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370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875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7B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38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006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85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B54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1F5EA1" w:rsidRPr="003D3169" w14:paraId="0E302BA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077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256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DE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4D9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30A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B0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088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284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СКВ</w:t>
            </w:r>
          </w:p>
        </w:tc>
      </w:tr>
      <w:tr w:rsidR="001F5EA1" w:rsidRPr="003D3169" w14:paraId="352CF37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EB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755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84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5D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EAF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9A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93A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79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КМГ</w:t>
            </w:r>
          </w:p>
        </w:tc>
      </w:tr>
      <w:tr w:rsidR="001F5EA1" w:rsidRPr="003D3169" w14:paraId="08F1A89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459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70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B7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AB1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79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3B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56D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11.27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8F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СЛД</w:t>
            </w:r>
          </w:p>
        </w:tc>
      </w:tr>
      <w:tr w:rsidR="001F5EA1" w:rsidRPr="003D3169" w14:paraId="5A2E5E8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E99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57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A6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0A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D7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E7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35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07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АСА</w:t>
            </w:r>
          </w:p>
        </w:tc>
      </w:tr>
      <w:tr w:rsidR="001F5EA1" w:rsidRPr="003D3169" w14:paraId="047238F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D52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F59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C83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051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A79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80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18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BD9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425D00A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F7C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C8A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2D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CD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153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18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F9C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C88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ЕММ и др.</w:t>
            </w:r>
          </w:p>
        </w:tc>
      </w:tr>
      <w:tr w:rsidR="001F5EA1" w:rsidRPr="003D3169" w14:paraId="21553E0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69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E0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2A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4D1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24B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5CF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4EF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84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ВЗМ</w:t>
            </w:r>
          </w:p>
        </w:tc>
      </w:tr>
      <w:tr w:rsidR="001F5EA1" w:rsidRPr="003D3169" w14:paraId="5B33AD3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9E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60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128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A9C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0D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96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15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70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270FC79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91F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90A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7E2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4C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23A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D34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EC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8.36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630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ГМГ</w:t>
            </w:r>
          </w:p>
        </w:tc>
      </w:tr>
      <w:tr w:rsidR="001F5EA1" w:rsidRPr="003D3169" w14:paraId="7A2ABA9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EC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45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920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F7D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5A5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D57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4B7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87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1F5EA1" w:rsidRPr="003D3169" w14:paraId="5A00A6E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13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09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192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11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70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970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D25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32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КМГ</w:t>
            </w:r>
          </w:p>
        </w:tc>
      </w:tr>
      <w:tr w:rsidR="001F5EA1" w:rsidRPr="003D3169" w14:paraId="1A39BE7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0BD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BC9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BB2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C6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6B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04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4F6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0E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ГАГ и др.</w:t>
            </w:r>
          </w:p>
        </w:tc>
      </w:tr>
      <w:tr w:rsidR="001F5EA1" w:rsidRPr="003D3169" w14:paraId="2E8D792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C8F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46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75C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38F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AED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405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4D9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F55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48386F3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D37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C9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25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8C2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8C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820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E2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45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1F5EA1" w:rsidRPr="003D3169" w14:paraId="62FAED4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F18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1A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A2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22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5E9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C0E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5EC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5D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ВЗВ и др.</w:t>
            </w:r>
          </w:p>
        </w:tc>
      </w:tr>
      <w:tr w:rsidR="001F5EA1" w:rsidRPr="003D3169" w14:paraId="4EB6028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F9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24C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22E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57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6F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474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53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13.62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C3B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1F5EA1" w:rsidRPr="003D3169" w14:paraId="17D8CFC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C52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E62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5A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C59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C0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09D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53F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F4F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ТКС и др.</w:t>
            </w:r>
          </w:p>
        </w:tc>
      </w:tr>
      <w:tr w:rsidR="001F5EA1" w:rsidRPr="003D3169" w14:paraId="6469786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760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75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D0E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FCA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C23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ED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5D1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7.31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91F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ГАГ и др.</w:t>
            </w:r>
          </w:p>
        </w:tc>
      </w:tr>
      <w:tr w:rsidR="001F5EA1" w:rsidRPr="003D3169" w14:paraId="6B723B3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71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4C9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5AF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E6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A0E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914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63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314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482A8E5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5C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E41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35F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C64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554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61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BD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1E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НАН</w:t>
            </w:r>
          </w:p>
        </w:tc>
      </w:tr>
      <w:tr w:rsidR="001F5EA1" w:rsidRPr="003D3169" w14:paraId="4F6BEBC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2F0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A7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A02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689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9A9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8A9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2A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2EA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ГВА</w:t>
            </w:r>
          </w:p>
        </w:tc>
      </w:tr>
      <w:tr w:rsidR="001F5EA1" w:rsidRPr="003D3169" w14:paraId="18542C5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1A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6E8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A35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BE8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1F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F57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045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49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ОНЦ</w:t>
            </w:r>
          </w:p>
        </w:tc>
      </w:tr>
      <w:tr w:rsidR="001F5EA1" w:rsidRPr="003D3169" w14:paraId="7F41012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5BE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7E3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9AC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EE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62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6F9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B5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11.72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06C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АНЦ</w:t>
            </w:r>
          </w:p>
        </w:tc>
      </w:tr>
      <w:tr w:rsidR="001F5EA1" w:rsidRPr="003D3169" w14:paraId="255B5DF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64D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66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700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068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5B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365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439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AF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554EE42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05D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19E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84F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CF7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D5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21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96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F5A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СИБ</w:t>
            </w:r>
          </w:p>
        </w:tc>
      </w:tr>
      <w:tr w:rsidR="001F5EA1" w:rsidRPr="003D3169" w14:paraId="120C822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361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E0B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C63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D86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4F8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4F2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73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8E6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КЛБ</w:t>
            </w:r>
          </w:p>
        </w:tc>
      </w:tr>
      <w:tr w:rsidR="001F5EA1" w:rsidRPr="003D3169" w14:paraId="7381285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CC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2B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BA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6C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7B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75D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EC3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D6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ОМЕГА АГРО ИНВЕСТ ЕООД</w:t>
            </w:r>
          </w:p>
        </w:tc>
      </w:tr>
      <w:tr w:rsidR="001F5EA1" w:rsidRPr="003D3169" w14:paraId="4B7F66D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50B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A0C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B4D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A4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78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FD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525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4AD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3161BE1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8C7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9D0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246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4AC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A8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538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57C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7AC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ДГН</w:t>
            </w:r>
          </w:p>
        </w:tc>
      </w:tr>
      <w:tr w:rsidR="001F5EA1" w:rsidRPr="003D3169" w14:paraId="229403D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54E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DA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DB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26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696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35A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96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914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70E2FE2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2F4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952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C6D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F45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88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197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36B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251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ОМЕГА АГРО ИНВЕСТ ЕООД</w:t>
            </w:r>
          </w:p>
        </w:tc>
      </w:tr>
      <w:tr w:rsidR="001F5EA1" w:rsidRPr="003D3169" w14:paraId="78D2693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C0C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B8C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5FB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B0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95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B2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07D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65B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СКВ</w:t>
            </w:r>
          </w:p>
        </w:tc>
      </w:tr>
      <w:tr w:rsidR="001F5EA1" w:rsidRPr="003D3169" w14:paraId="25498B4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B0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95D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5C1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7EC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1D0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10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F6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37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ГИИ</w:t>
            </w:r>
          </w:p>
        </w:tc>
      </w:tr>
      <w:tr w:rsidR="001F5EA1" w:rsidRPr="003D3169" w14:paraId="2C9FFC1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046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АЛЕКСАНДЪР СЕРЬОЖА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DF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E8B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CCD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9BB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D32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ABC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969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6E3B548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683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23A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BC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4EE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105.432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1D1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D04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39.188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35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313.50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62E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0FE0F6D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7AC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18B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25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03C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812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171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DE9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7F1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КРГ</w:t>
            </w:r>
          </w:p>
        </w:tc>
      </w:tr>
      <w:tr w:rsidR="001F5EA1" w:rsidRPr="003D3169" w14:paraId="3DB9B2D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A45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F2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56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1E7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88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657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8.893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BE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71.14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04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ВКГ</w:t>
            </w:r>
          </w:p>
        </w:tc>
      </w:tr>
      <w:tr w:rsidR="001F5EA1" w:rsidRPr="003D3169" w14:paraId="36C0B07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66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9BD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B48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95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915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BD1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5.029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623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0B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ДКК</w:t>
            </w:r>
          </w:p>
        </w:tc>
      </w:tr>
      <w:tr w:rsidR="001F5EA1" w:rsidRPr="003D3169" w14:paraId="1C05B92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EB2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26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7A0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29A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BC8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558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64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F0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1F5EA1" w:rsidRPr="003D3169" w14:paraId="6FD19E5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76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EC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E1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CD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C93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D3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9F8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75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АРГ</w:t>
            </w:r>
          </w:p>
        </w:tc>
      </w:tr>
      <w:tr w:rsidR="001F5EA1" w:rsidRPr="003D3169" w14:paraId="467E0B3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37C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B6E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5A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FD2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CC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6FB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F2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763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1F5EA1" w:rsidRPr="003D3169" w14:paraId="38498F1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039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85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E48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87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4A3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4F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77A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599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ВГР</w:t>
            </w:r>
          </w:p>
        </w:tc>
      </w:tr>
      <w:tr w:rsidR="001F5EA1" w:rsidRPr="003D3169" w14:paraId="06CEB79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3BE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197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7C7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D3F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927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E9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39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578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ПГР</w:t>
            </w:r>
          </w:p>
        </w:tc>
      </w:tr>
      <w:tr w:rsidR="001F5EA1" w:rsidRPr="003D3169" w14:paraId="1F73704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3D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2FB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2D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1C4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E7E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BC1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1C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7D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ЦАГ</w:t>
            </w:r>
          </w:p>
        </w:tc>
      </w:tr>
      <w:tr w:rsidR="001F5EA1" w:rsidRPr="003D3169" w14:paraId="0749077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7AD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794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A1F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60A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E5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8E5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BDF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7D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РБМ</w:t>
            </w:r>
          </w:p>
        </w:tc>
      </w:tr>
      <w:tr w:rsidR="001F5EA1" w:rsidRPr="003D3169" w14:paraId="0CE875D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03D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6F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9B3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DC7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2E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5BE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1B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098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КБМ</w:t>
            </w:r>
          </w:p>
        </w:tc>
      </w:tr>
      <w:tr w:rsidR="001F5EA1" w:rsidRPr="003D3169" w14:paraId="7FCD4E1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82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E3B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E3E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7E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2EC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A43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E0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1C1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ДКК</w:t>
            </w:r>
          </w:p>
        </w:tc>
      </w:tr>
      <w:tr w:rsidR="001F5EA1" w:rsidRPr="003D3169" w14:paraId="3DAC871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DE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EDB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7CF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48C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B7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6D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6DA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981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1F5EA1" w:rsidRPr="003D3169" w14:paraId="6DAA2B1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781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B42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0CD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B61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41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8A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FC3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C0E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ОНЦ</w:t>
            </w:r>
          </w:p>
        </w:tc>
      </w:tr>
      <w:tr w:rsidR="001F5EA1" w:rsidRPr="003D3169" w14:paraId="6827FCF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527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DAC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A9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1BF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D0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CA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F2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5F5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1F5EA1" w:rsidRPr="003D3169" w14:paraId="4BBB44E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B3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012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44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6E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3B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54C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C7F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1F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ТСМ</w:t>
            </w:r>
          </w:p>
        </w:tc>
      </w:tr>
      <w:tr w:rsidR="001F5EA1" w:rsidRPr="003D3169" w14:paraId="14EE9C5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00C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АСЕН ЙОРДАНОВ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69E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647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77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077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C7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FE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11A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ХСГ</w:t>
            </w:r>
          </w:p>
        </w:tc>
      </w:tr>
      <w:tr w:rsidR="001F5EA1" w:rsidRPr="003D3169" w14:paraId="237E506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F85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24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6C3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89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43.746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767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31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15.638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086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125.11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84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7F38475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028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4A4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4D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BB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E68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D7C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00B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98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4E4F597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FD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AEE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B7D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19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4F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1D8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70B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0F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БИИ</w:t>
            </w:r>
          </w:p>
        </w:tc>
      </w:tr>
      <w:tr w:rsidR="001F5EA1" w:rsidRPr="003D3169" w14:paraId="4BD35DB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7D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B6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02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336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DB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C6B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C9E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636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1F5EA1" w:rsidRPr="003D3169" w14:paraId="4FAE034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38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68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FB8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B6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A0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46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BBB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686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2FBA345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115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ВЛАДИМИР ПЪРВАНОВ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B9D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D8B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480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45D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CD6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35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80A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СИБ</w:t>
            </w:r>
          </w:p>
        </w:tc>
      </w:tr>
      <w:tr w:rsidR="001F5EA1" w:rsidRPr="003D3169" w14:paraId="258979E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7FD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9A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CC2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738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13.525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6EC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852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A1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0F5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3212DDE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6C7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162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90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32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4FF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00D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4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ACF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ЕЗГ</w:t>
            </w:r>
          </w:p>
        </w:tc>
      </w:tr>
      <w:tr w:rsidR="001F5EA1" w:rsidRPr="003D3169" w14:paraId="77D8C88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F2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BD3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3C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9AB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38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3C4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3.107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52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749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НА.</w:t>
            </w:r>
          </w:p>
        </w:tc>
      </w:tr>
      <w:tr w:rsidR="001F5EA1" w:rsidRPr="003D3169" w14:paraId="34B19BC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319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E62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FB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B4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2BB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EC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66B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AFA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1F5EA1" w:rsidRPr="003D3169" w14:paraId="40132E4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26E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52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2C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0EA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3A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BDB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B1B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CF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ВЗМ</w:t>
            </w:r>
          </w:p>
        </w:tc>
      </w:tr>
      <w:tr w:rsidR="001F5EA1" w:rsidRPr="003D3169" w14:paraId="4654DE0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FE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AB2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3E4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0AA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759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4B3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AC1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EC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5E0767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01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6F2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76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6D6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CF5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C8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179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C60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ПГР</w:t>
            </w:r>
          </w:p>
        </w:tc>
      </w:tr>
      <w:tr w:rsidR="001F5EA1" w:rsidRPr="003D3169" w14:paraId="536758A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857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C3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4D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6C2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52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A70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67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CF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1F5EA1" w:rsidRPr="003D3169" w14:paraId="18E424F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1F4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DB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B7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E85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CB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D3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415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BD2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1F5EA1" w:rsidRPr="003D3169" w14:paraId="552F0EC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43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CC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022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3C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F6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FB1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998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6C7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ЕВА и др.</w:t>
            </w:r>
          </w:p>
        </w:tc>
      </w:tr>
      <w:tr w:rsidR="001F5EA1" w:rsidRPr="003D3169" w14:paraId="5635E6D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6D4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E23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12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998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F5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49A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6ED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1A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ГМГ</w:t>
            </w:r>
          </w:p>
        </w:tc>
      </w:tr>
      <w:tr w:rsidR="001F5EA1" w:rsidRPr="003D3169" w14:paraId="1E0D6EA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574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63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7B7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756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FFE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56F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141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62D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01524C4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C5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6F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7F6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481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63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29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B86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25E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СВС</w:t>
            </w:r>
          </w:p>
        </w:tc>
      </w:tr>
      <w:tr w:rsidR="001F5EA1" w:rsidRPr="003D3169" w14:paraId="4A4D3F9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0C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75E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F4D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0CF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347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206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A75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E7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БКЛ</w:t>
            </w:r>
          </w:p>
        </w:tc>
      </w:tr>
      <w:tr w:rsidR="001F5EA1" w:rsidRPr="003D3169" w14:paraId="696CEE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E5A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412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9E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0D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BF6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CA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4D8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7.93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EB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0256142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47B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D7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918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B9D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C4A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FE9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D2D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752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ПКЛ</w:t>
            </w:r>
          </w:p>
        </w:tc>
      </w:tr>
      <w:tr w:rsidR="001F5EA1" w:rsidRPr="003D3169" w14:paraId="18DCD60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019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B7E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3FD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4D2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A13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28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808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3D1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ДКД и др.</w:t>
            </w:r>
          </w:p>
        </w:tc>
      </w:tr>
      <w:tr w:rsidR="001F5EA1" w:rsidRPr="003D3169" w14:paraId="315D91F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BE8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DF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F60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1A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13.541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82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8F0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10.235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2C2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81.88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797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32B5993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0B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B30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F5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227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D2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689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38C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AD8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ГИА</w:t>
            </w:r>
          </w:p>
        </w:tc>
      </w:tr>
      <w:tr w:rsidR="001F5EA1" w:rsidRPr="003D3169" w14:paraId="3AD942B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28C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37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44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20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AB1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91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36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D9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ВСА и др.</w:t>
            </w:r>
          </w:p>
        </w:tc>
      </w:tr>
      <w:tr w:rsidR="001F5EA1" w:rsidRPr="003D3169" w14:paraId="3A7FB1B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27E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937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467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9E9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CBC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46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9CF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4A3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ОМЕГА АГРО ИНВЕСТ ЕООД</w:t>
            </w:r>
          </w:p>
        </w:tc>
      </w:tr>
      <w:tr w:rsidR="001F5EA1" w:rsidRPr="003D3169" w14:paraId="384B0B2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CC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659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1CC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52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7C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074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071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31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ЛПА</w:t>
            </w:r>
          </w:p>
        </w:tc>
      </w:tr>
      <w:tr w:rsidR="001F5EA1" w:rsidRPr="003D3169" w14:paraId="12CE1A9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7B6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181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AE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000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15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F1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3D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8D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ПГР</w:t>
            </w:r>
          </w:p>
        </w:tc>
      </w:tr>
      <w:tr w:rsidR="001F5EA1" w:rsidRPr="003D3169" w14:paraId="1911E01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5C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19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489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09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85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5B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55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BA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БКЛ</w:t>
            </w:r>
          </w:p>
        </w:tc>
      </w:tr>
      <w:tr w:rsidR="001F5EA1" w:rsidRPr="003D3169" w14:paraId="3CB660F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E63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28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EAD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B4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97B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3C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ED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444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423EB86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1D3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2F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CF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0E6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452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BB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8C9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EEE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4FA9057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5F0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12C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6BF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D3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24.339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F2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A37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0.421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90A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3.37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95A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1AB2166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3F6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877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1C4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A6C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A05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9F3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B72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39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ВСА и др.</w:t>
            </w:r>
          </w:p>
        </w:tc>
      </w:tr>
      <w:tr w:rsidR="001F5EA1" w:rsidRPr="003D3169" w14:paraId="76458B8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4B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F1E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46F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780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2F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5FE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C0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7C3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1F5EA1" w:rsidRPr="003D3169" w14:paraId="08642F5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9B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910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6E6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801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B8F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F1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B64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9C1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447EC40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9EB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C7E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BB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01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82B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B26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71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04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7E8A2A0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36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0C2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824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51B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99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9E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755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4DA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1F5EA1" w:rsidRPr="003D3169" w14:paraId="12F0005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A4A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47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F3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47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37F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F1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FD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1B9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ДПС</w:t>
            </w:r>
          </w:p>
        </w:tc>
      </w:tr>
      <w:tr w:rsidR="001F5EA1" w:rsidRPr="003D3169" w14:paraId="25CCC34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08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0B7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E4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3C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226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259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5DB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349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ХСГ</w:t>
            </w:r>
          </w:p>
        </w:tc>
      </w:tr>
      <w:tr w:rsidR="001F5EA1" w:rsidRPr="003D3169" w14:paraId="181E571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93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AE9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313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68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6E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07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75E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12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ЙТБ</w:t>
            </w:r>
          </w:p>
        </w:tc>
      </w:tr>
      <w:tr w:rsidR="001F5EA1" w:rsidRPr="003D3169" w14:paraId="05C0647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4F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827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EB3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858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09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635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52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76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5BE1EF3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ABF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0CF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26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C4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737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47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4C9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7FD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62CFF92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237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21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79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EB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FF2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1A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64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1D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МНБ</w:t>
            </w:r>
          </w:p>
        </w:tc>
      </w:tr>
      <w:tr w:rsidR="001F5EA1" w:rsidRPr="003D3169" w14:paraId="0102F3D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6FD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8F7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DE4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083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8E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CA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971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9E5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1F5EA1" w:rsidRPr="003D3169" w14:paraId="2F25662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55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099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3B3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7E0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12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C2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098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36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СИБ</w:t>
            </w:r>
          </w:p>
        </w:tc>
      </w:tr>
      <w:tr w:rsidR="001F5EA1" w:rsidRPr="003D3169" w14:paraId="4971B1B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BB8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2E5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9F5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D21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DC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B2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C8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80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1F5EA1" w:rsidRPr="003D3169" w14:paraId="67EFBC5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23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6A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5A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01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AE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B9F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F3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A2A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АДТ</w:t>
            </w:r>
          </w:p>
        </w:tc>
      </w:tr>
      <w:tr w:rsidR="001F5EA1" w:rsidRPr="003D3169" w14:paraId="719EB15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24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112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635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BF0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D46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445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C4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EC6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0A27BE8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6FB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2F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76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D9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F5B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47B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C9C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301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35E570C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2F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D7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5EF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A85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112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5F2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DA3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24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 и др.</w:t>
            </w:r>
          </w:p>
        </w:tc>
      </w:tr>
      <w:tr w:rsidR="001F5EA1" w:rsidRPr="003D3169" w14:paraId="03B662F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05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2B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A7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20E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5C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9E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B75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B9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1F5EA1" w:rsidRPr="003D3169" w14:paraId="14C3E44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2E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71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51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B0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716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8D8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22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31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ВЗМ</w:t>
            </w:r>
          </w:p>
        </w:tc>
      </w:tr>
      <w:tr w:rsidR="001F5EA1" w:rsidRPr="003D3169" w14:paraId="6501923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96D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54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3C5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E30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754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42E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2B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B0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5388175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273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F3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DA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6DD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B43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19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58E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3F0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ТНК</w:t>
            </w:r>
          </w:p>
        </w:tc>
      </w:tr>
      <w:tr w:rsidR="001F5EA1" w:rsidRPr="003D3169" w14:paraId="476D75F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447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27D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CF7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ACB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44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96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13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BC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ЛММ</w:t>
            </w:r>
          </w:p>
        </w:tc>
      </w:tr>
      <w:tr w:rsidR="001F5EA1" w:rsidRPr="003D3169" w14:paraId="14C3882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DF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54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FF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53B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3B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2A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71D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DFF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1F5EA1" w:rsidRPr="003D3169" w14:paraId="366C075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A8D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43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A3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F0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F69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9AE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90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5F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ВЙС</w:t>
            </w:r>
          </w:p>
        </w:tc>
      </w:tr>
      <w:tr w:rsidR="001F5EA1" w:rsidRPr="003D3169" w14:paraId="64E6E5F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332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1EA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91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97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D59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EEE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9C6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5DA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ПГР</w:t>
            </w:r>
          </w:p>
        </w:tc>
      </w:tr>
      <w:tr w:rsidR="001F5EA1" w:rsidRPr="003D3169" w14:paraId="141376B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140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7B3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9B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FA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C0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FF7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9B4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BC0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НАН</w:t>
            </w:r>
          </w:p>
        </w:tc>
      </w:tr>
      <w:tr w:rsidR="001F5EA1" w:rsidRPr="003D3169" w14:paraId="369A3C2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CE7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371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3FF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58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85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95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E7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98E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1F5EA1" w:rsidRPr="003D3169" w14:paraId="7A4DBD1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31C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A13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BB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4D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F18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B89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4BC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A65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1570F21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C5E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C7A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CB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83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FF9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0EB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633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8.16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79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ДГН</w:t>
            </w:r>
          </w:p>
        </w:tc>
      </w:tr>
      <w:tr w:rsidR="001F5EA1" w:rsidRPr="003D3169" w14:paraId="4E1A8CA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407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C9D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F9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96D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9EA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9F2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9D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DA8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3D79DEF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30A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831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F9C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5E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FD7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A5C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C6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C6D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1F5EA1" w:rsidRPr="003D3169" w14:paraId="2586CB6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BF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25C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17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69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C9D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EB6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4C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833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24D4405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724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033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E9C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7B4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64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13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79F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45B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СТБ</w:t>
            </w:r>
          </w:p>
        </w:tc>
      </w:tr>
      <w:tr w:rsidR="001F5EA1" w:rsidRPr="003D3169" w14:paraId="0F3C713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3FD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B1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41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33C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E03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C5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B98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0F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ТКС и др.</w:t>
            </w:r>
          </w:p>
        </w:tc>
      </w:tr>
      <w:tr w:rsidR="001F5EA1" w:rsidRPr="003D3169" w14:paraId="71749A4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077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2E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38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74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D8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1A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AC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81C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СПП</w:t>
            </w:r>
          </w:p>
        </w:tc>
      </w:tr>
      <w:tr w:rsidR="001F5EA1" w:rsidRPr="003D3169" w14:paraId="7762493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FCA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4E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00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919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93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DF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8D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2C2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05B1E14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EFC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0A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11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E94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28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8F2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0F1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6C5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АСА</w:t>
            </w:r>
          </w:p>
        </w:tc>
      </w:tr>
      <w:tr w:rsidR="001F5EA1" w:rsidRPr="003D3169" w14:paraId="05F3AE3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B65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1A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5CF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F0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19D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054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7FA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C0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1F5EA1" w:rsidRPr="003D3169" w14:paraId="6719714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E4D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FC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B6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35B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54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AD0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394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85C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БИИ</w:t>
            </w:r>
          </w:p>
        </w:tc>
      </w:tr>
      <w:tr w:rsidR="001F5EA1" w:rsidRPr="003D3169" w14:paraId="1BC8B75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A93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745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56A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F3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70.757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044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610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12.718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F4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101.74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C01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4764615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41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099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FC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2F0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9A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F9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AD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1E9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АРГ</w:t>
            </w:r>
          </w:p>
        </w:tc>
      </w:tr>
      <w:tr w:rsidR="001F5EA1" w:rsidRPr="003D3169" w14:paraId="73C8F87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642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AE5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3D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C5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0B6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AE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3A1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F88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1F5EA1" w:rsidRPr="003D3169" w14:paraId="08A65A8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16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ИВАН АСЕНОВ БУДИНОВ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6EC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0FC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6AA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EB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39C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137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113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КРГ</w:t>
            </w:r>
          </w:p>
        </w:tc>
      </w:tr>
      <w:tr w:rsidR="001F5EA1" w:rsidRPr="003D3169" w14:paraId="0CE746F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B57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CFD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4E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450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B6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740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46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68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2A612C4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92F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FB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F10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2F5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7B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BEA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00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99C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2288F8A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D51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F58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BF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714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C5F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C0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3C6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7E2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РЖЛ</w:t>
            </w:r>
          </w:p>
        </w:tc>
      </w:tr>
      <w:tr w:rsidR="001F5EA1" w:rsidRPr="003D3169" w14:paraId="7D5BEC3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DA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5F7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42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3C5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C99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91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A47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E20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МПП</w:t>
            </w:r>
          </w:p>
        </w:tc>
      </w:tr>
      <w:tr w:rsidR="001F5EA1" w:rsidRPr="003D3169" w14:paraId="302EAB5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109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E2E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BD8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9A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9BC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B6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2E0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DD8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ЦДМ и др.</w:t>
            </w:r>
          </w:p>
        </w:tc>
      </w:tr>
      <w:tr w:rsidR="001F5EA1" w:rsidRPr="003D3169" w14:paraId="230B88F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FBC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7A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C3B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229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C34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92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E0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791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РПМ</w:t>
            </w:r>
          </w:p>
        </w:tc>
      </w:tr>
      <w:tr w:rsidR="001F5EA1" w:rsidRPr="003D3169" w14:paraId="4A58B9A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EB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D05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56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9F8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85C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C8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629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B75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 и др.</w:t>
            </w:r>
          </w:p>
        </w:tc>
      </w:tr>
      <w:tr w:rsidR="001F5EA1" w:rsidRPr="003D3169" w14:paraId="0753727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715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2E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696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96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55C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C3A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A91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8C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СЯС</w:t>
            </w:r>
          </w:p>
        </w:tc>
      </w:tr>
      <w:tr w:rsidR="001F5EA1" w:rsidRPr="003D3169" w14:paraId="15F8ADF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C2C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E7E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738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D1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CE6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398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6.460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D2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51.68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81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1F5EA1" w:rsidRPr="003D3169" w14:paraId="532D256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6CD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809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30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37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3B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48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91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40E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НАН</w:t>
            </w:r>
          </w:p>
        </w:tc>
      </w:tr>
      <w:tr w:rsidR="001F5EA1" w:rsidRPr="003D3169" w14:paraId="23EA318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1B2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21A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B22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94F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2A0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81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D8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5B7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7C315F4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B0F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93E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6D4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460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74F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5AF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86C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6EF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3F8F3B3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D2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5C7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4EA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362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4FA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B3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83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D0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МПМ</w:t>
            </w:r>
          </w:p>
        </w:tc>
      </w:tr>
      <w:tr w:rsidR="001F5EA1" w:rsidRPr="003D3169" w14:paraId="374A134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F10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DA4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3A8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3DC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287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54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49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1A4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АНЦ</w:t>
            </w:r>
          </w:p>
        </w:tc>
      </w:tr>
      <w:tr w:rsidR="001F5EA1" w:rsidRPr="003D3169" w14:paraId="64AAEC8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11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A42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2E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95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7F7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3F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DDF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4BB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ЯИА</w:t>
            </w:r>
          </w:p>
        </w:tc>
      </w:tr>
      <w:tr w:rsidR="001F5EA1" w:rsidRPr="003D3169" w14:paraId="160EAC1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FEF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7C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98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E9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28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01F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1B9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B44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ТВА</w:t>
            </w:r>
          </w:p>
        </w:tc>
      </w:tr>
      <w:tr w:rsidR="001F5EA1" w:rsidRPr="003D3169" w14:paraId="73928B1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CFA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020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844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DFD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92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AB0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09D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8A7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ГСК</w:t>
            </w:r>
          </w:p>
        </w:tc>
      </w:tr>
      <w:tr w:rsidR="001F5EA1" w:rsidRPr="003D3169" w14:paraId="38BDC8B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E20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C35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CA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85F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77F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BE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E62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39.93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3ED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ВПВ и др.</w:t>
            </w:r>
          </w:p>
        </w:tc>
      </w:tr>
      <w:tr w:rsidR="001F5EA1" w:rsidRPr="003D3169" w14:paraId="4C4D1E7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05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2E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0E5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28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96A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97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57E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1C4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354219F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E1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62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34F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E2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350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648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3CB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2E2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1BB3E61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FE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B59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AD8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4AC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FC5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85E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33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570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СВС и др.</w:t>
            </w:r>
          </w:p>
        </w:tc>
      </w:tr>
      <w:tr w:rsidR="001F5EA1" w:rsidRPr="003D3169" w14:paraId="55CB1F8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EDF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478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090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B1D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22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7E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E2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8D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СЛД</w:t>
            </w:r>
          </w:p>
        </w:tc>
      </w:tr>
      <w:tr w:rsidR="001F5EA1" w:rsidRPr="003D3169" w14:paraId="57451E0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4E8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F8A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91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55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58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110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206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C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СЕХ</w:t>
            </w:r>
          </w:p>
        </w:tc>
      </w:tr>
      <w:tr w:rsidR="001F5EA1" w:rsidRPr="003D3169" w14:paraId="29DD256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36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66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C6D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27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A5D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95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C8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AE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ЯИА</w:t>
            </w:r>
          </w:p>
        </w:tc>
      </w:tr>
      <w:tr w:rsidR="001F5EA1" w:rsidRPr="003D3169" w14:paraId="7FBF3A8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030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95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B30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09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E6F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92F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7C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E9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5115613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66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28F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39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EE4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711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26F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3A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5E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ЗНС</w:t>
            </w:r>
          </w:p>
        </w:tc>
      </w:tr>
      <w:tr w:rsidR="001F5EA1" w:rsidRPr="003D3169" w14:paraId="506A37D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FEB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8C9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D13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B8C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BF3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900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C78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8C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ЛАБ</w:t>
            </w:r>
          </w:p>
        </w:tc>
      </w:tr>
      <w:tr w:rsidR="001F5EA1" w:rsidRPr="003D3169" w14:paraId="5AEFAC4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6D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04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D1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1D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65A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A2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01C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32F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МВЦ</w:t>
            </w:r>
          </w:p>
        </w:tc>
      </w:tr>
      <w:tr w:rsidR="001F5EA1" w:rsidRPr="003D3169" w14:paraId="649874C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1B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1E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116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F0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CD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3B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35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C5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КЛБ</w:t>
            </w:r>
          </w:p>
        </w:tc>
      </w:tr>
      <w:tr w:rsidR="001F5EA1" w:rsidRPr="003D3169" w14:paraId="07F4B32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5DA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F2E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F4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FED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84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FB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100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42A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ПГВ</w:t>
            </w:r>
          </w:p>
        </w:tc>
      </w:tr>
      <w:tr w:rsidR="001F5EA1" w:rsidRPr="003D3169" w14:paraId="34CCDD9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A27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9F5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8EA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A2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00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A1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5C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20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1F5EA1" w:rsidRPr="003D3169" w14:paraId="5F77FBD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D81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A8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B8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3A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378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12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7C7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A56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СВС и др.</w:t>
            </w:r>
          </w:p>
        </w:tc>
      </w:tr>
      <w:tr w:rsidR="001F5EA1" w:rsidRPr="003D3169" w14:paraId="55D9C2A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DE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FF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84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F86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2CE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651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85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6AB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КЦВ</w:t>
            </w:r>
          </w:p>
        </w:tc>
      </w:tr>
      <w:tr w:rsidR="001F5EA1" w:rsidRPr="003D3169" w14:paraId="16853A4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DDB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900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74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2BD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D5A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401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48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838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ЗВС</w:t>
            </w:r>
          </w:p>
        </w:tc>
      </w:tr>
      <w:tr w:rsidR="001F5EA1" w:rsidRPr="003D3169" w14:paraId="515345F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85F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167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AD7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55B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C2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3D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5C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B6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0044A53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041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599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F4E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EB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11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C8F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CD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AE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ОНЦ</w:t>
            </w:r>
          </w:p>
        </w:tc>
      </w:tr>
      <w:tr w:rsidR="001F5EA1" w:rsidRPr="003D3169" w14:paraId="2C4EC85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30E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DC8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97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DE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983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5F8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2.828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C1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22.63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EDC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ВПХ</w:t>
            </w:r>
          </w:p>
        </w:tc>
      </w:tr>
      <w:tr w:rsidR="001F5EA1" w:rsidRPr="003D3169" w14:paraId="734037C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92F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6B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C2A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EEF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8B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4E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D7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5E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1F5EA1" w:rsidRPr="003D3169" w14:paraId="3A89EE9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BD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36E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30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440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091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B24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5A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ECA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КАП</w:t>
            </w:r>
          </w:p>
        </w:tc>
      </w:tr>
      <w:tr w:rsidR="001F5EA1" w:rsidRPr="003D3169" w14:paraId="2512421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4A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E2D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D17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1CD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5D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A64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3E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E70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ИЛЦ</w:t>
            </w:r>
          </w:p>
        </w:tc>
      </w:tr>
      <w:tr w:rsidR="001F5EA1" w:rsidRPr="003D3169" w14:paraId="30A47BC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97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C8A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AE0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D43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5BE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E03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55C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BF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МПМ</w:t>
            </w:r>
          </w:p>
        </w:tc>
      </w:tr>
      <w:tr w:rsidR="001F5EA1" w:rsidRPr="003D3169" w14:paraId="2347A2E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8D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907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F0A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81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B73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A89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447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73D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ЕЗГ</w:t>
            </w:r>
          </w:p>
        </w:tc>
      </w:tr>
      <w:tr w:rsidR="001F5EA1" w:rsidRPr="003D3169" w14:paraId="2EE5165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1D3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BB1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5E7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E22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2A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36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32E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6A1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525EA5F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76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762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83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F67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4C0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B86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660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BC2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ОМЕГА АГРО ИНВЕСТ ЕООД</w:t>
            </w:r>
          </w:p>
        </w:tc>
      </w:tr>
      <w:tr w:rsidR="001F5EA1" w:rsidRPr="003D3169" w14:paraId="7542D29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2C5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83E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FA1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200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0B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0D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91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89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1F5EA1" w:rsidRPr="003D3169" w14:paraId="68A484F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FB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ED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FF6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52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8F9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64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768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089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1F5EA1" w:rsidRPr="003D3169" w14:paraId="2B1B92A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21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776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9C0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CA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BF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7C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D83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13.73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FB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НИА</w:t>
            </w:r>
          </w:p>
        </w:tc>
      </w:tr>
      <w:tr w:rsidR="001F5EA1" w:rsidRPr="003D3169" w14:paraId="2A27DF3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51D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C90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5B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985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626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BA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A8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217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АДТ</w:t>
            </w:r>
          </w:p>
        </w:tc>
      </w:tr>
      <w:tr w:rsidR="001F5EA1" w:rsidRPr="003D3169" w14:paraId="68413CD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A5D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C62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20B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462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522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B3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DF9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EE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5B2A82C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730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AA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56D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7A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3F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8C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2E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25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ОНЦ</w:t>
            </w:r>
          </w:p>
        </w:tc>
      </w:tr>
      <w:tr w:rsidR="001F5EA1" w:rsidRPr="003D3169" w14:paraId="0739306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6D8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0E9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F7E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260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CC4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C3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9F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628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ХКД</w:t>
            </w:r>
          </w:p>
        </w:tc>
      </w:tr>
      <w:tr w:rsidR="001F5EA1" w:rsidRPr="003D3169" w14:paraId="56BD17D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21C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27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E37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F9B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56D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E1F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1A7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3D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АСА</w:t>
            </w:r>
          </w:p>
        </w:tc>
      </w:tr>
      <w:tr w:rsidR="001F5EA1" w:rsidRPr="003D3169" w14:paraId="118FED7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56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67D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1F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485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1C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27A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3AE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A5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1F5EA1" w:rsidRPr="003D3169" w14:paraId="5E83853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4DB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525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98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42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6E7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BC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09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99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52FEE73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51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EB9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A7D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098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16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58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663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40E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ГКМ</w:t>
            </w:r>
          </w:p>
        </w:tc>
      </w:tr>
      <w:tr w:rsidR="001F5EA1" w:rsidRPr="003D3169" w14:paraId="6795FB6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94A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28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D3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38B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587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D61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2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5.06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64C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ДЦА</w:t>
            </w:r>
          </w:p>
        </w:tc>
      </w:tr>
      <w:tr w:rsidR="001F5EA1" w:rsidRPr="003D3169" w14:paraId="48D0A6C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B2F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FD1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CB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034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975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BB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33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E4F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ПГР</w:t>
            </w:r>
          </w:p>
        </w:tc>
      </w:tr>
      <w:tr w:rsidR="001F5EA1" w:rsidRPr="003D3169" w14:paraId="7B167DD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E4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5B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975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25E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D07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4DF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258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B27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314693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75B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5B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C1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F08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DF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E3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9B7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38B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ЛПА</w:t>
            </w:r>
          </w:p>
        </w:tc>
      </w:tr>
      <w:tr w:rsidR="001F5EA1" w:rsidRPr="003D3169" w14:paraId="0592B21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53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26F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CC0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1E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EA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E83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42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2B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СПП</w:t>
            </w:r>
          </w:p>
        </w:tc>
      </w:tr>
      <w:tr w:rsidR="001F5EA1" w:rsidRPr="003D3169" w14:paraId="5F203DB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74D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D16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E4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07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80A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DC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67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C3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4DC5AB3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D26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5D2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A01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B7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DA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08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17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13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ЙТБ</w:t>
            </w:r>
          </w:p>
        </w:tc>
      </w:tr>
      <w:tr w:rsidR="001F5EA1" w:rsidRPr="003D3169" w14:paraId="52FB96A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75A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711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6E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C21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BA1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CE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9B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12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НВД и др.</w:t>
            </w:r>
          </w:p>
        </w:tc>
      </w:tr>
      <w:tr w:rsidR="001F5EA1" w:rsidRPr="003D3169" w14:paraId="64429AA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75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34B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779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4E1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685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5E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12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024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МНБ</w:t>
            </w:r>
          </w:p>
        </w:tc>
      </w:tr>
      <w:tr w:rsidR="001F5EA1" w:rsidRPr="003D3169" w14:paraId="76521C3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3DA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EA8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B8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2AE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2DA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052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B47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F5E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СТБ</w:t>
            </w:r>
          </w:p>
        </w:tc>
      </w:tr>
      <w:tr w:rsidR="001F5EA1" w:rsidRPr="003D3169" w14:paraId="2960D83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85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C8F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B98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460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7F9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52B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8F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F1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ПКМ</w:t>
            </w:r>
          </w:p>
        </w:tc>
      </w:tr>
      <w:tr w:rsidR="001F5EA1" w:rsidRPr="003D3169" w14:paraId="20A33C8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29F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05C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E9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E6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7A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6B7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05B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B9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БКЛ</w:t>
            </w:r>
          </w:p>
        </w:tc>
      </w:tr>
      <w:tr w:rsidR="001F5EA1" w:rsidRPr="003D3169" w14:paraId="407999C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69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DFD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E0C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1D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AA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BA8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52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63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4E22B11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CD5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81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054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4C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E07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31A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E79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C98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ГКМ</w:t>
            </w:r>
          </w:p>
        </w:tc>
      </w:tr>
      <w:tr w:rsidR="001F5EA1" w:rsidRPr="003D3169" w14:paraId="5C849A5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012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46D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F71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64D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B4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2D9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188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29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АБИ</w:t>
            </w:r>
          </w:p>
        </w:tc>
      </w:tr>
      <w:tr w:rsidR="001F5EA1" w:rsidRPr="003D3169" w14:paraId="09729ED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02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1F4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AD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29B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1B0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9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4D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5C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АДТ</w:t>
            </w:r>
          </w:p>
        </w:tc>
      </w:tr>
      <w:tr w:rsidR="001F5EA1" w:rsidRPr="003D3169" w14:paraId="5F20F04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69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549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962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ECC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BE9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4CC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601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AD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4BEDB8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FE6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34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8E3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0F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A7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463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E2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C99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2A3700F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9CC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5EE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25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129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18.495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D28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4B0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DF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52D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ЕВК</w:t>
            </w:r>
          </w:p>
        </w:tc>
      </w:tr>
      <w:tr w:rsidR="001F5EA1" w:rsidRPr="003D3169" w14:paraId="42E59A6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ED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60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0FF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00A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4B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B5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6C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107.98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9C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28399ED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89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177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E6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5A3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D86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DD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6B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2B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НРА</w:t>
            </w:r>
          </w:p>
        </w:tc>
      </w:tr>
      <w:tr w:rsidR="001F5EA1" w:rsidRPr="003D3169" w14:paraId="77D41A0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FE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701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F5E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AB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EC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FA2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C25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7AB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ЮВД</w:t>
            </w:r>
          </w:p>
        </w:tc>
      </w:tr>
      <w:tr w:rsidR="001F5EA1" w:rsidRPr="003D3169" w14:paraId="6E84D1E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F2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889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182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581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84F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8FE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33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F2B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ДПС</w:t>
            </w:r>
          </w:p>
        </w:tc>
      </w:tr>
      <w:tr w:rsidR="001F5EA1" w:rsidRPr="003D3169" w14:paraId="676E92E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3C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DFD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B5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861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C8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ED1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947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0F7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28B8BFE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7C7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CF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A9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BA4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08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A3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8.289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32C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66.31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FC8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НАН</w:t>
            </w:r>
          </w:p>
        </w:tc>
      </w:tr>
      <w:tr w:rsidR="001F5EA1" w:rsidRPr="003D3169" w14:paraId="0510A21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5FB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97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68E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8B5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94A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29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39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64.00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C2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ТИК</w:t>
            </w:r>
          </w:p>
        </w:tc>
      </w:tr>
      <w:tr w:rsidR="001F5EA1" w:rsidRPr="003D3169" w14:paraId="2D51FFF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4E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58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9D1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38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EF2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166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6.916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7A4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55.33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CC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1F5EA1" w:rsidRPr="003D3169" w14:paraId="5DB493C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485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83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05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B97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B8D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EE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88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46.38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10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ТБА</w:t>
            </w:r>
          </w:p>
        </w:tc>
      </w:tr>
      <w:tr w:rsidR="001F5EA1" w:rsidRPr="003D3169" w14:paraId="3F3131C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506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681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4F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02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F7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2E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5.597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A7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44.78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CC3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59DE121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FF7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544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26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B5F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D49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CB5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5.532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500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377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3248D64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913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43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68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B10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A4E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B05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5.532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51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65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53831EA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1C4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01B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D19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CA8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EA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34C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E5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AE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6489BE4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B77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C2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DE5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B57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E02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464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E1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EA9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1F5EA1" w:rsidRPr="003D3169" w14:paraId="76DC943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A6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2F9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95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50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54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DBB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5.006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AA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40.05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52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ВСА и др.</w:t>
            </w:r>
          </w:p>
        </w:tc>
      </w:tr>
      <w:tr w:rsidR="001F5EA1" w:rsidRPr="003D3169" w14:paraId="484B2BD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06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F09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D9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C5F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947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CB6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12B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58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ГНВ</w:t>
            </w:r>
          </w:p>
        </w:tc>
      </w:tr>
      <w:tr w:rsidR="001F5EA1" w:rsidRPr="003D3169" w14:paraId="02F9BA7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EE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160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9C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65C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58C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AB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7F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91C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682FEED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3A6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72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A41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9B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D13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F2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61A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48E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31CCB7F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A0C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875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EF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E5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896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DD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4.608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F0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36.86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684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3C953B8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B48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2C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B19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73F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CA1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3D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7C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36.00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5C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3E5E584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868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96F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23C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C1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168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00A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311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9C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БИИ</w:t>
            </w:r>
          </w:p>
        </w:tc>
      </w:tr>
      <w:tr w:rsidR="001F5EA1" w:rsidRPr="003D3169" w14:paraId="4EC84B8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0E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0C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CDE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41F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ADE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63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B83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26.76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38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53A8178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C9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6C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D9A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49C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9BE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EA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42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89A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АДТ</w:t>
            </w:r>
          </w:p>
        </w:tc>
      </w:tr>
      <w:tr w:rsidR="001F5EA1" w:rsidRPr="003D3169" w14:paraId="3ACF2F3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02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57F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83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F2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09E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68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13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AD5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ДПС</w:t>
            </w:r>
          </w:p>
        </w:tc>
      </w:tr>
      <w:tr w:rsidR="001F5EA1" w:rsidRPr="003D3169" w14:paraId="237AA76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8E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7F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4C2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1F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482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6AD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9E4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8F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7ADE634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09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F4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F02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6B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A3F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658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02F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A78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ПКЛ</w:t>
            </w:r>
          </w:p>
        </w:tc>
      </w:tr>
      <w:tr w:rsidR="001F5EA1" w:rsidRPr="003D3169" w14:paraId="3F92942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46A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0F3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84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43C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54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72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CC7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20.16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B1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РТБ</w:t>
            </w:r>
          </w:p>
        </w:tc>
      </w:tr>
      <w:tr w:rsidR="001F5EA1" w:rsidRPr="003D3169" w14:paraId="73F1CE8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B4D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08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64C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E0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9D1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0F4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99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AE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ЦНА</w:t>
            </w:r>
          </w:p>
        </w:tc>
      </w:tr>
      <w:tr w:rsidR="001F5EA1" w:rsidRPr="003D3169" w14:paraId="1C00A6D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A4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50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0D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9A9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839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9CB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D7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8EE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ДГН</w:t>
            </w:r>
          </w:p>
        </w:tc>
      </w:tr>
      <w:tr w:rsidR="001F5EA1" w:rsidRPr="003D3169" w14:paraId="78AB56C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2C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77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76C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B5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614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0A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C2D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D7E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3866426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03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F3A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2F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878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1F8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F3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D6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7CF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ВСВ и др.</w:t>
            </w:r>
          </w:p>
        </w:tc>
      </w:tr>
      <w:tr w:rsidR="001F5EA1" w:rsidRPr="003D3169" w14:paraId="45E6306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80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DFC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CDF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7D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FF4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F5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BA8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AA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БМГ</w:t>
            </w:r>
          </w:p>
        </w:tc>
      </w:tr>
      <w:tr w:rsidR="001F5EA1" w:rsidRPr="003D3169" w14:paraId="5E7EBE0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BC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B1F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EA5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7C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90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38F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EB5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5D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1F5EA1" w:rsidRPr="003D3169" w14:paraId="7561693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E3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A72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641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556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70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A72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E7B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3DF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2A5F1C1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F2F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732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339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496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36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CB8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C8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9D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ГИИ</w:t>
            </w:r>
          </w:p>
        </w:tc>
      </w:tr>
      <w:tr w:rsidR="001F5EA1" w:rsidRPr="003D3169" w14:paraId="4B35D55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CA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AD9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D5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E43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4F7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470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80F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57E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ЗСА</w:t>
            </w:r>
          </w:p>
        </w:tc>
      </w:tr>
      <w:tr w:rsidR="001F5EA1" w:rsidRPr="003D3169" w14:paraId="77C7036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B9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7D0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F09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9F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04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B78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F8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2A6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1F5EA1" w:rsidRPr="003D3169" w14:paraId="64A89EC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33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888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5B8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79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276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284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E8C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F7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ТВС</w:t>
            </w:r>
          </w:p>
        </w:tc>
      </w:tr>
      <w:tr w:rsidR="001F5EA1" w:rsidRPr="003D3169" w14:paraId="4398F7C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081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E34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1B9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13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F42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58F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452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92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ВПХ</w:t>
            </w:r>
          </w:p>
        </w:tc>
      </w:tr>
      <w:tr w:rsidR="001F5EA1" w:rsidRPr="003D3169" w14:paraId="2DDDBE5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B0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F5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E3B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DC6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2B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50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C52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AD4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ТКС и др.</w:t>
            </w:r>
          </w:p>
        </w:tc>
      </w:tr>
      <w:tr w:rsidR="001F5EA1" w:rsidRPr="003D3169" w14:paraId="7AB082D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D06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00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E3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3EE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199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F2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E8A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574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1F5EA1" w:rsidRPr="003D3169" w14:paraId="1CA392D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91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F5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2C9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3DF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FC4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EB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3BD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02E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0D14EAA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586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FAC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A84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EB7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1D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3AB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1E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79E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СДТ</w:t>
            </w:r>
          </w:p>
        </w:tc>
      </w:tr>
      <w:tr w:rsidR="001F5EA1" w:rsidRPr="003D3169" w14:paraId="1D7FED5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A04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46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CC4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CF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38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0B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94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AF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7839AA1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226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950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F3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B30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610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AC9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75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173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3E09E39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ED7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CC5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20C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567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624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4D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BDC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15E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1F5EA1" w:rsidRPr="003D3169" w14:paraId="1C5E444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CFA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57B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806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DDD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C90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AD7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E55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DB1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СТБ</w:t>
            </w:r>
          </w:p>
        </w:tc>
      </w:tr>
      <w:tr w:rsidR="001F5EA1" w:rsidRPr="003D3169" w14:paraId="41A113C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F13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7F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53B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57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B7B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CDA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92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D0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ЙТБ</w:t>
            </w:r>
          </w:p>
        </w:tc>
      </w:tr>
      <w:tr w:rsidR="001F5EA1" w:rsidRPr="003D3169" w14:paraId="6610E50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EE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FAD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59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ECC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298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AF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36E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6D2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1F5EA1" w:rsidRPr="003D3169" w14:paraId="65BE96E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FE5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498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2C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51E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933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8E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2D9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795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ПКЛ</w:t>
            </w:r>
          </w:p>
        </w:tc>
      </w:tr>
      <w:tr w:rsidR="001F5EA1" w:rsidRPr="003D3169" w14:paraId="5361320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F3F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51F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CC6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AB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1DE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BF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480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46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ЦНА</w:t>
            </w:r>
          </w:p>
        </w:tc>
      </w:tr>
      <w:tr w:rsidR="001F5EA1" w:rsidRPr="003D3169" w14:paraId="593A54E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8C0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5B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700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E85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27E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61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9ED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30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1F5EA1" w:rsidRPr="003D3169" w14:paraId="1442C7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738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063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1FE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C27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88E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FA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AC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12.41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472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РТБ</w:t>
            </w:r>
          </w:p>
        </w:tc>
      </w:tr>
      <w:tr w:rsidR="001F5EA1" w:rsidRPr="003D3169" w14:paraId="0A0DE87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08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75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C3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22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81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1A3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1E5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647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ГМВ</w:t>
            </w:r>
          </w:p>
        </w:tc>
      </w:tr>
      <w:tr w:rsidR="001F5EA1" w:rsidRPr="003D3169" w14:paraId="71E2A39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87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CFF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56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1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D6D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803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9E3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CE2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ВТС</w:t>
            </w:r>
          </w:p>
        </w:tc>
      </w:tr>
      <w:tr w:rsidR="001F5EA1" w:rsidRPr="003D3169" w14:paraId="06758AE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A25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5E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7D6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08B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96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15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67B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9C5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КМЛ</w:t>
            </w:r>
          </w:p>
        </w:tc>
      </w:tr>
      <w:tr w:rsidR="001F5EA1" w:rsidRPr="003D3169" w14:paraId="7B33598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ECC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E0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99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976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AA5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503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95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855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1F5EA1" w:rsidRPr="003D3169" w14:paraId="58754EA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F54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E9F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D74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848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4D7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F2C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F2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7.30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22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БКЛ</w:t>
            </w:r>
          </w:p>
        </w:tc>
      </w:tr>
      <w:tr w:rsidR="001F5EA1" w:rsidRPr="003D3169" w14:paraId="21757C8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678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12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7C2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AA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296.181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174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C5B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160.553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33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1284.42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34B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0BDB4A6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6F2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МЛАДЕН СВИЛЕНОВ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33F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A9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B63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60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928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BF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B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СИБ</w:t>
            </w:r>
          </w:p>
        </w:tc>
      </w:tr>
      <w:tr w:rsidR="001F5EA1" w:rsidRPr="003D3169" w14:paraId="58957C8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43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МЛАДЕН СВИЛЕНОВ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E4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EF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F1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AFD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674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03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E92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5A3DFC3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721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МЛАДЕН СВИЛЕНОВ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4EE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8C5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1C2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0C0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A5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6F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F4B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1F5EA1" w:rsidRPr="003D3169" w14:paraId="3EF2F4D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11B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МЛАДЕН СВИЛЕНОВ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8B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8A3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23E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BED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9F5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8CF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12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163A0AB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B6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D15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A8D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8BA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10.527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95A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127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FEA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A04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2E0E615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8E2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26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BC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11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D90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A7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01D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E0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040AFC9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51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2F7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2A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CA8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791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89D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5D7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37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1F5EA1" w:rsidRPr="003D3169" w14:paraId="79C1909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AF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C2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BF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EC1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02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12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EC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93C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АА.</w:t>
            </w:r>
          </w:p>
        </w:tc>
      </w:tr>
      <w:tr w:rsidR="001F5EA1" w:rsidRPr="003D3169" w14:paraId="483782B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550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F9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FE9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B94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492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56C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CA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8A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ВЗВ и др.</w:t>
            </w:r>
          </w:p>
        </w:tc>
      </w:tr>
      <w:tr w:rsidR="001F5EA1" w:rsidRPr="003D3169" w14:paraId="5D729EA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B3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7DD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8C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F2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30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F8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172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3EA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НАН</w:t>
            </w:r>
          </w:p>
        </w:tc>
      </w:tr>
      <w:tr w:rsidR="001F5EA1" w:rsidRPr="003D3169" w14:paraId="0B6C5BE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DD8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5F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3C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126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F28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6E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61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8D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513473B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F56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D4B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D6B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D0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709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2E8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5BA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6BD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ЕКС</w:t>
            </w:r>
          </w:p>
        </w:tc>
      </w:tr>
      <w:tr w:rsidR="001F5EA1" w:rsidRPr="003D3169" w14:paraId="5B42F50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714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831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238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DBF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B0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700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B2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916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ЕАТ</w:t>
            </w:r>
          </w:p>
        </w:tc>
      </w:tr>
      <w:tr w:rsidR="001F5EA1" w:rsidRPr="003D3169" w14:paraId="2ED3CC9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95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05F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61A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F58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4F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A4E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E8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D3E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4C6B1C1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25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45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053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A0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3CE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15F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06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A3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ХСГ</w:t>
            </w:r>
          </w:p>
        </w:tc>
      </w:tr>
      <w:tr w:rsidR="001F5EA1" w:rsidRPr="003D3169" w14:paraId="544C8EF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197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431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C90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539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4E4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B8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5A6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E2B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1F5EA1" w:rsidRPr="003D3169" w14:paraId="2079FCC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52C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313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031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47D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C63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30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5F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35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ЕЯФ</w:t>
            </w:r>
          </w:p>
        </w:tc>
      </w:tr>
      <w:tr w:rsidR="001F5EA1" w:rsidRPr="003D3169" w14:paraId="10404D6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334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AA8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A1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A00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60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D8C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09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919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КЛБ</w:t>
            </w:r>
          </w:p>
        </w:tc>
      </w:tr>
      <w:tr w:rsidR="001F5EA1" w:rsidRPr="003D3169" w14:paraId="41ADB3C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18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37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625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086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6E2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EF9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74B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9C3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1F5EA1" w:rsidRPr="003D3169" w14:paraId="13C5F9F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7C9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D0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18A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DC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3C3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6E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BE4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F19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1F5EA1" w:rsidRPr="003D3169" w14:paraId="5687C8B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79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D52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59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2E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34E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90B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0B9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30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4490433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33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299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68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6E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E36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14C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F7C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A2D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БИА</w:t>
            </w:r>
          </w:p>
        </w:tc>
      </w:tr>
      <w:tr w:rsidR="001F5EA1" w:rsidRPr="003D3169" w14:paraId="6F86B06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69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522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BC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8C3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A2C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C50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178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6FC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6CD111D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A6B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B4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E0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B5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1E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A44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80C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F8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БИИ</w:t>
            </w:r>
          </w:p>
        </w:tc>
      </w:tr>
      <w:tr w:rsidR="001F5EA1" w:rsidRPr="003D3169" w14:paraId="5FC3F9F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66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4B0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0C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81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E95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A0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D6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1CD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1F5EA1" w:rsidRPr="003D3169" w14:paraId="14411DC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87E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C4B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383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A99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D4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1FE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479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3B1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482EC80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F72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73B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BE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E6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6B4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1E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7C7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20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579C054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D5B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F15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29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CD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36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005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F5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30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22AEC7D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2CD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C4C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170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778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3AC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31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84C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8A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ЕЯМ</w:t>
            </w:r>
          </w:p>
        </w:tc>
      </w:tr>
      <w:tr w:rsidR="001F5EA1" w:rsidRPr="003D3169" w14:paraId="35A2126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B8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FD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942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6F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3EF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0D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C28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CD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ИГА</w:t>
            </w:r>
          </w:p>
        </w:tc>
      </w:tr>
      <w:tr w:rsidR="001F5EA1" w:rsidRPr="003D3169" w14:paraId="48B9937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2F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F7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71C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D70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79A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29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D7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755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МПМ</w:t>
            </w:r>
          </w:p>
        </w:tc>
      </w:tr>
      <w:tr w:rsidR="001F5EA1" w:rsidRPr="003D3169" w14:paraId="0F0CCC9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BE3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320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DDF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E4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052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AB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676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0A8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781D896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20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9AF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C4E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01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020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915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92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53C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ТКМ</w:t>
            </w:r>
          </w:p>
        </w:tc>
      </w:tr>
      <w:tr w:rsidR="001F5EA1" w:rsidRPr="003D3169" w14:paraId="28B6D4F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5C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44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D5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6D1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7B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5D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F1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5E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АНЦ</w:t>
            </w:r>
          </w:p>
        </w:tc>
      </w:tr>
      <w:tr w:rsidR="001F5EA1" w:rsidRPr="003D3169" w14:paraId="7C3F41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72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6F4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AE6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7C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24C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707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DB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D2B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ПКМ</w:t>
            </w:r>
          </w:p>
        </w:tc>
      </w:tr>
      <w:tr w:rsidR="001F5EA1" w:rsidRPr="003D3169" w14:paraId="4CB907B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B3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E5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1E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61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C34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63E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FA5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54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ЛАБ</w:t>
            </w:r>
          </w:p>
        </w:tc>
      </w:tr>
      <w:tr w:rsidR="001F5EA1" w:rsidRPr="003D3169" w14:paraId="4C2181F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9DA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FF7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62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3B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8B3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6CA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3AF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03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1F5EA1" w:rsidRPr="003D3169" w14:paraId="5026B0A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F6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C76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A2B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AE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867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75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A0C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27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КЛБ</w:t>
            </w:r>
          </w:p>
        </w:tc>
      </w:tr>
      <w:tr w:rsidR="001F5EA1" w:rsidRPr="003D3169" w14:paraId="0D95116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42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9D8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2CA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0B2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926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FA6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0C0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B52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129D36E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8BF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60E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456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8D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598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12F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8C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BF7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554BCDC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0E5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DD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F0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18B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37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9B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F5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350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2651E09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305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738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29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4F3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E7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7C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5D6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BA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12D44CE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1EF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6D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398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18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B23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77D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CED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B74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4BEEA03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7AF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D3E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FF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53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DD4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CA9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59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1C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1F5EA1" w:rsidRPr="003D3169" w14:paraId="6DA7404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01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9E9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944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383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1BF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5F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9A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5AA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ГИА</w:t>
            </w:r>
          </w:p>
        </w:tc>
      </w:tr>
      <w:tr w:rsidR="001F5EA1" w:rsidRPr="003D3169" w14:paraId="0796E1B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91B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59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4CF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F2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413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C1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221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4BC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МПМ</w:t>
            </w:r>
          </w:p>
        </w:tc>
      </w:tr>
      <w:tr w:rsidR="001F5EA1" w:rsidRPr="003D3169" w14:paraId="7561359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8D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243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318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452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B4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43B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BF8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17.25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B74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БКЛ</w:t>
            </w:r>
          </w:p>
        </w:tc>
      </w:tr>
      <w:tr w:rsidR="001F5EA1" w:rsidRPr="003D3169" w14:paraId="6C5A0B6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89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43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7E6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18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7E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3B2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9D8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E08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КМБ</w:t>
            </w:r>
          </w:p>
        </w:tc>
      </w:tr>
      <w:tr w:rsidR="001F5EA1" w:rsidRPr="003D3169" w14:paraId="029D7A1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E2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933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83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DE6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CC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DF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20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5CA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ЦСК</w:t>
            </w:r>
          </w:p>
        </w:tc>
      </w:tr>
      <w:tr w:rsidR="001F5EA1" w:rsidRPr="003D3169" w14:paraId="62097E0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2A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43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2BE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377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E3A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EC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5A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B48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ПКЛ</w:t>
            </w:r>
          </w:p>
        </w:tc>
      </w:tr>
      <w:tr w:rsidR="001F5EA1" w:rsidRPr="003D3169" w14:paraId="76A6E02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525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FAC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07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030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9F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0D0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B76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96F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1F5EA1" w:rsidRPr="003D3169" w14:paraId="12BD929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3E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7B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AE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E82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AC8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0A4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64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7A5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6929A28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D38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E55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2F7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126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EB7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4B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CC1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714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1EC1950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C1E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8C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B5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482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08E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9A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24E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BE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3BD7506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DFB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1B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B6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FB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FA5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AA3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EB8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27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ВЙС</w:t>
            </w:r>
          </w:p>
        </w:tc>
      </w:tr>
      <w:tr w:rsidR="001F5EA1" w:rsidRPr="003D3169" w14:paraId="20AB7D6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542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558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001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D1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B67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B7A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CA0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52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СИБ</w:t>
            </w:r>
          </w:p>
        </w:tc>
      </w:tr>
      <w:tr w:rsidR="001F5EA1" w:rsidRPr="003D3169" w14:paraId="6FBAE27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0E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FFA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E34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08A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7C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83D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16D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1BC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2E4DBEE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EB2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070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2AA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5E5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5D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B8C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9B6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03E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ДГН</w:t>
            </w:r>
          </w:p>
        </w:tc>
      </w:tr>
      <w:tr w:rsidR="001F5EA1" w:rsidRPr="003D3169" w14:paraId="1CED91B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8D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8B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AD0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506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20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C86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718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C0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1F5EA1" w:rsidRPr="003D3169" w14:paraId="23327C4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B27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4C0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CF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28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CC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56A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0C1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EB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1F5EA1" w:rsidRPr="003D3169" w14:paraId="226683E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78E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E1B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0AA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CBD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A9D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852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2F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030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75FA376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FDB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BB8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FA8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2EF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C53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3E3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3FF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91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ЛММ</w:t>
            </w:r>
          </w:p>
        </w:tc>
      </w:tr>
      <w:tr w:rsidR="001F5EA1" w:rsidRPr="003D3169" w14:paraId="303F1C8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91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73D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7C0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02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DD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B8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92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4BC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БИИ</w:t>
            </w:r>
          </w:p>
        </w:tc>
      </w:tr>
      <w:tr w:rsidR="001F5EA1" w:rsidRPr="003D3169" w14:paraId="76E6563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677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12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D1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5F1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33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A1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95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FD1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6F92A3C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98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3E5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C14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A9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61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60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4D9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4F4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1F5EA1" w:rsidRPr="003D3169" w14:paraId="44DE2B9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39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991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C00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E04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9D6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4C7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43B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DC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МПМ</w:t>
            </w:r>
          </w:p>
        </w:tc>
      </w:tr>
      <w:tr w:rsidR="001F5EA1" w:rsidRPr="003D3169" w14:paraId="404C039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4E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3FE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3F8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D0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5C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B48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A7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E5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ВЗМ</w:t>
            </w:r>
          </w:p>
        </w:tc>
      </w:tr>
      <w:tr w:rsidR="001F5EA1" w:rsidRPr="003D3169" w14:paraId="6341839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389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A0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798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F1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6A2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0CE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920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C2C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ДГН</w:t>
            </w:r>
          </w:p>
        </w:tc>
      </w:tr>
      <w:tr w:rsidR="001F5EA1" w:rsidRPr="003D3169" w14:paraId="2DF9025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26D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64D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052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7B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76B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46E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E9F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4FF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6C9451C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AB5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40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8B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D0B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DC7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18E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E95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16E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ПКЛ</w:t>
            </w:r>
          </w:p>
        </w:tc>
      </w:tr>
      <w:tr w:rsidR="001F5EA1" w:rsidRPr="003D3169" w14:paraId="1D020DD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352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022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15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E3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12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AE3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7AF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811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14B98DE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916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AF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386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499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D5F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5D8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8B4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878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1F5EA1" w:rsidRPr="003D3169" w14:paraId="55B6069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5DD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4A6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B53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E8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99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47D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CF1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78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КМГ</w:t>
            </w:r>
          </w:p>
        </w:tc>
      </w:tr>
      <w:tr w:rsidR="001F5EA1" w:rsidRPr="003D3169" w14:paraId="7DB7544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F0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43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2E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465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5D1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903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86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34.41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14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БКЛ</w:t>
            </w:r>
          </w:p>
        </w:tc>
      </w:tr>
      <w:tr w:rsidR="001F5EA1" w:rsidRPr="003D3169" w14:paraId="039FEE5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9BD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31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80D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099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420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D05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4D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322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АСА</w:t>
            </w:r>
          </w:p>
        </w:tc>
      </w:tr>
      <w:tr w:rsidR="001F5EA1" w:rsidRPr="003D3169" w14:paraId="3DF5046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C1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08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11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BE4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E6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83D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3A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243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АГП</w:t>
            </w:r>
          </w:p>
        </w:tc>
      </w:tr>
      <w:tr w:rsidR="001F5EA1" w:rsidRPr="003D3169" w14:paraId="5CDE290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BF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15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D2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F8D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18F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3C0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AC6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E5C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1F5EA1" w:rsidRPr="003D3169" w14:paraId="6D9CCCF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FB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B07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18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21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D9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FE9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97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1F1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59EC22F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006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BF1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32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E1D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CB9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838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82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E8B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ИЛЦ</w:t>
            </w:r>
          </w:p>
        </w:tc>
      </w:tr>
      <w:tr w:rsidR="001F5EA1" w:rsidRPr="003D3169" w14:paraId="7236B8A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3D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C3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5A5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21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E1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A24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FAB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1E1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ЛММ</w:t>
            </w:r>
          </w:p>
        </w:tc>
      </w:tr>
      <w:tr w:rsidR="001F5EA1" w:rsidRPr="003D3169" w14:paraId="4138581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70E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230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395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92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093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C85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284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137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22F9232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90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00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9B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AD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77A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44C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BED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C9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1E77795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60C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AE3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91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85D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CA5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08F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F09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39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14F569C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08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906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594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032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CA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04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9E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A0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1F5EA1" w:rsidRPr="003D3169" w14:paraId="3C7B3CD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D3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6C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86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503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CA8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B60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4CA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7AC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КМБ</w:t>
            </w:r>
          </w:p>
        </w:tc>
      </w:tr>
      <w:tr w:rsidR="001F5EA1" w:rsidRPr="003D3169" w14:paraId="5863731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965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8D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6B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F6C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4A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612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87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194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6650BFB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8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A74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7A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B7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484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52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D5D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708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ПГР</w:t>
            </w:r>
          </w:p>
        </w:tc>
      </w:tr>
      <w:tr w:rsidR="001F5EA1" w:rsidRPr="003D3169" w14:paraId="055F7AF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6EF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901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63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02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D76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340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031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6D3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ГИА</w:t>
            </w:r>
          </w:p>
        </w:tc>
      </w:tr>
      <w:tr w:rsidR="001F5EA1" w:rsidRPr="003D3169" w14:paraId="7D8F23D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BFD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B55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67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FBD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F3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F43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026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14F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4D03F49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DF9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23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2EB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050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A6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D9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C6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16.38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4A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БИА</w:t>
            </w:r>
          </w:p>
        </w:tc>
      </w:tr>
      <w:tr w:rsidR="001F5EA1" w:rsidRPr="003D3169" w14:paraId="30315C5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C40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3F0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01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1B5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13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01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FD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B62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ТСМ</w:t>
            </w:r>
          </w:p>
        </w:tc>
      </w:tr>
      <w:tr w:rsidR="001F5EA1" w:rsidRPr="003D3169" w14:paraId="64F8DE1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180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AAB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600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822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51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781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DF6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04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1750857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89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B4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2B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3E0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B8C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8D4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87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14.37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DF2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1F5EA1" w:rsidRPr="003D3169" w14:paraId="73918B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B7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267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30F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4EC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3B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7C5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63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CA3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ГМГ</w:t>
            </w:r>
          </w:p>
        </w:tc>
      </w:tr>
      <w:tr w:rsidR="001F5EA1" w:rsidRPr="003D3169" w14:paraId="7C0C778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F8C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92E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2F3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FB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755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18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A3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9AA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СМГ</w:t>
            </w:r>
          </w:p>
        </w:tc>
      </w:tr>
      <w:tr w:rsidR="001F5EA1" w:rsidRPr="003D3169" w14:paraId="4C95BA4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5D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6B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91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183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E09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163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057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876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1F5EA1" w:rsidRPr="003D3169" w14:paraId="1251A1F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8CC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84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44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17A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35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FD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C45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662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МВЦ</w:t>
            </w:r>
          </w:p>
        </w:tc>
      </w:tr>
      <w:tr w:rsidR="001F5EA1" w:rsidRPr="003D3169" w14:paraId="20FBFEB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E2E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CEA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E41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BA4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85C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9FA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266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E0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ВЙС</w:t>
            </w:r>
          </w:p>
        </w:tc>
      </w:tr>
      <w:tr w:rsidR="001F5EA1" w:rsidRPr="003D3169" w14:paraId="68ECACD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7BE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200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AFC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80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EF7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0B2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B77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47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1F5EA1" w:rsidRPr="003D3169" w14:paraId="3FDE871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F07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7D6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5C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714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BC5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6F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6F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7.08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7D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6C01A16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084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697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64D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24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EDE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7A7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BAC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2B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ПГВ</w:t>
            </w:r>
          </w:p>
        </w:tc>
      </w:tr>
      <w:tr w:rsidR="001F5EA1" w:rsidRPr="003D3169" w14:paraId="72E3450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A71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5B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6C0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0CB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96C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934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126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7DB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2F60ECC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EF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8D0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24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F09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AB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DDE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92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54E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ПКМ</w:t>
            </w:r>
          </w:p>
        </w:tc>
      </w:tr>
      <w:tr w:rsidR="001F5EA1" w:rsidRPr="003D3169" w14:paraId="6E65CC5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02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66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FFB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717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18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149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72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2B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ЛЯХ</w:t>
            </w:r>
          </w:p>
        </w:tc>
      </w:tr>
      <w:tr w:rsidR="001F5EA1" w:rsidRPr="003D3169" w14:paraId="39F392B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C62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D8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A7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EA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BF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AC6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1DA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22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ГРН</w:t>
            </w:r>
          </w:p>
        </w:tc>
      </w:tr>
      <w:tr w:rsidR="001F5EA1" w:rsidRPr="003D3169" w14:paraId="3FBEB8C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0CE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92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83B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91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A8C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15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B03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F87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785C8B1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82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37A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9E7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5F6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FAE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575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F3C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C87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1F5EA1" w:rsidRPr="003D3169" w14:paraId="5677383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032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16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10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8F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367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878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487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0B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7C41504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4B8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0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21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37E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C16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5A4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28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49.59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11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7D66B9F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A2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2A6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E5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CFE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B41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11E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633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D7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ВСА</w:t>
            </w:r>
          </w:p>
        </w:tc>
      </w:tr>
      <w:tr w:rsidR="001F5EA1" w:rsidRPr="003D3169" w14:paraId="415C475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05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719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0A0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64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AA7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A0A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B0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C4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59EE340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911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2B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02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E8C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EFD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877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C6F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C03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ТАМ</w:t>
            </w:r>
          </w:p>
        </w:tc>
      </w:tr>
      <w:tr w:rsidR="001F5EA1" w:rsidRPr="003D3169" w14:paraId="6210AE6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F12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8A7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A11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DE1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AEA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7AA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7F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421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ЕКС</w:t>
            </w:r>
          </w:p>
        </w:tc>
      </w:tr>
      <w:tr w:rsidR="001F5EA1" w:rsidRPr="003D3169" w14:paraId="72BD038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E85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66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707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5F5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FCC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B7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4.529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8D3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36.23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2A8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ГИИ</w:t>
            </w:r>
          </w:p>
        </w:tc>
      </w:tr>
      <w:tr w:rsidR="001F5EA1" w:rsidRPr="003D3169" w14:paraId="79C87A9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46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867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4F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08C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56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2C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07A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5B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0E995EC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C7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83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650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70C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E4E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9F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B5A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4D0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2838819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51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31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14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63A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6B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A3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AE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468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ГВА</w:t>
            </w:r>
          </w:p>
        </w:tc>
      </w:tr>
      <w:tr w:rsidR="001F5EA1" w:rsidRPr="003D3169" w14:paraId="7DF0E1B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4F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207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E7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3B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723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DA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E7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32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7EEE105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7E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278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6D6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03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A1C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521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548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A1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44FF33B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682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28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3B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340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BC5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7A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108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31.75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D3E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ГНВ</w:t>
            </w:r>
          </w:p>
        </w:tc>
      </w:tr>
      <w:tr w:rsidR="001F5EA1" w:rsidRPr="003D3169" w14:paraId="376BE14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097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D17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1DF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341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DE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00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7F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68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1F5EA1" w:rsidRPr="003D3169" w14:paraId="1657CFC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76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99C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B4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0E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B6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3E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CD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112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0F3FF92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8C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4C2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2B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07C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34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BF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D7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76F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1F5EA1" w:rsidRPr="003D3169" w14:paraId="6C47C38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6C3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9A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364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47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C4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8D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7A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24.04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C6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КГЗ</w:t>
            </w:r>
          </w:p>
        </w:tc>
      </w:tr>
      <w:tr w:rsidR="001F5EA1" w:rsidRPr="003D3169" w14:paraId="3247253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54F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EE2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71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C1E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DB7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543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DC1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C2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ХСГ</w:t>
            </w:r>
          </w:p>
        </w:tc>
      </w:tr>
      <w:tr w:rsidR="001F5EA1" w:rsidRPr="003D3169" w14:paraId="12F0C89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81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679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404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7ED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701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081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793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09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1AE0494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63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C88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62C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58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47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37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73A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834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ЛПА</w:t>
            </w:r>
          </w:p>
        </w:tc>
      </w:tr>
      <w:tr w:rsidR="001F5EA1" w:rsidRPr="003D3169" w14:paraId="73274C9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86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A48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47A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7F9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FE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58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C2A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0D0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1F5EA1" w:rsidRPr="003D3169" w14:paraId="0DB4A4A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15F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B7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963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2B8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207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4D3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0A9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98B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ВЗВ и др.</w:t>
            </w:r>
          </w:p>
        </w:tc>
      </w:tr>
      <w:tr w:rsidR="001F5EA1" w:rsidRPr="003D3169" w14:paraId="6CF4556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F7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64F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536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714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D9D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09C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076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A7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ГНВ</w:t>
            </w:r>
          </w:p>
        </w:tc>
      </w:tr>
      <w:tr w:rsidR="001F5EA1" w:rsidRPr="003D3169" w14:paraId="7FDE201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D5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C9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EEC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E3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34F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0C9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704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92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1F5EA1" w:rsidRPr="003D3169" w14:paraId="152DC63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2BC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064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1DE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A5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BA8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44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F5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081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ТВС</w:t>
            </w:r>
          </w:p>
        </w:tc>
      </w:tr>
      <w:tr w:rsidR="001F5EA1" w:rsidRPr="003D3169" w14:paraId="5B32A25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D7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45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FA8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365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2EB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6F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509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13.66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0B7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ТСМ</w:t>
            </w:r>
          </w:p>
        </w:tc>
      </w:tr>
      <w:tr w:rsidR="001F5EA1" w:rsidRPr="003D3169" w14:paraId="728C501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7F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EE1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E88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87B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23E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F2E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7F7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05D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ПЯС</w:t>
            </w:r>
          </w:p>
        </w:tc>
      </w:tr>
      <w:tr w:rsidR="001F5EA1" w:rsidRPr="003D3169" w14:paraId="2C9D586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9D7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867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FBE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28F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414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88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7E9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12.64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769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СГП</w:t>
            </w:r>
          </w:p>
        </w:tc>
      </w:tr>
      <w:tr w:rsidR="001F5EA1" w:rsidRPr="003D3169" w14:paraId="553236B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0C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8F3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4B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B7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9B4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6AC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2E6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BB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ТВА</w:t>
            </w:r>
          </w:p>
        </w:tc>
      </w:tr>
      <w:tr w:rsidR="001F5EA1" w:rsidRPr="003D3169" w14:paraId="514AB7D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D6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27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4D5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E2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88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2F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C45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385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НВС</w:t>
            </w:r>
          </w:p>
        </w:tc>
      </w:tr>
      <w:tr w:rsidR="001F5EA1" w:rsidRPr="003D3169" w14:paraId="3EF78D1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AEB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A7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F9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C8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7D2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83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15F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ACF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СВС</w:t>
            </w:r>
          </w:p>
        </w:tc>
      </w:tr>
      <w:tr w:rsidR="001F5EA1" w:rsidRPr="003D3169" w14:paraId="7A13B1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C5D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FA5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29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99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EB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6C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B7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53D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ПГР</w:t>
            </w:r>
          </w:p>
        </w:tc>
      </w:tr>
      <w:tr w:rsidR="001F5EA1" w:rsidRPr="003D3169" w14:paraId="4509364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B5F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EFC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2A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70E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5B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468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714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A5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НА.</w:t>
            </w:r>
          </w:p>
        </w:tc>
      </w:tr>
      <w:tr w:rsidR="001F5EA1" w:rsidRPr="003D3169" w14:paraId="60F9A0B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3DC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F55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415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4A9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3A3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2E1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AD8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A0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1F5EA1" w:rsidRPr="003D3169" w14:paraId="18974ED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8AF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91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5A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D36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B48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6C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DF6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ED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АА.</w:t>
            </w:r>
          </w:p>
        </w:tc>
      </w:tr>
      <w:tr w:rsidR="001F5EA1" w:rsidRPr="003D3169" w14:paraId="5D686BA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AB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9E6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10D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64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111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59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F40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2B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КТМ</w:t>
            </w:r>
          </w:p>
        </w:tc>
      </w:tr>
      <w:tr w:rsidR="001F5EA1" w:rsidRPr="003D3169" w14:paraId="6C14A89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6AF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C56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9FF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567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D8A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E7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A1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EF5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1F5EA1" w:rsidRPr="003D3169" w14:paraId="213C364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496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F36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D76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9B1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8E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35B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30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FA1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1A5765D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C29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95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C97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A70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EE9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7ED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18.384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650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147.07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0B2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1F5EA1" w:rsidRPr="003D3169" w14:paraId="015DD26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AAA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F59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DD8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48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B69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536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BF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51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465F8E2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D7E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F60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B5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7DF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2D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7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76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16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162C648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C3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CA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17F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23D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808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9CC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DF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66.39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7A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1F5EA1" w:rsidRPr="003D3169" w14:paraId="0F44FB6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EA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B11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75C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AA2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B75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61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661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A9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 и др.</w:t>
            </w:r>
          </w:p>
        </w:tc>
      </w:tr>
      <w:tr w:rsidR="001F5EA1" w:rsidRPr="003D3169" w14:paraId="5361D75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E11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A5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95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D3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437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ED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56D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83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НРА</w:t>
            </w:r>
          </w:p>
        </w:tc>
      </w:tr>
      <w:tr w:rsidR="001F5EA1" w:rsidRPr="003D3169" w14:paraId="6827F75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E72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05E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2A6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6A9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011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8D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4.795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E1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38.36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C8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547D8EB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9D3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918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FB5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E77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877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965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A5D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03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1F5EA1" w:rsidRPr="003D3169" w14:paraId="408EAF3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8C9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4A8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FD6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65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DFE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E8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1B4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DB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ПБН</w:t>
            </w:r>
          </w:p>
        </w:tc>
      </w:tr>
      <w:tr w:rsidR="001F5EA1" w:rsidRPr="003D3169" w14:paraId="0BC29E6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F4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B46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BBF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B4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040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0B5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DBE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A3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АА.</w:t>
            </w:r>
          </w:p>
        </w:tc>
      </w:tr>
      <w:tr w:rsidR="001F5EA1" w:rsidRPr="003D3169" w14:paraId="7F8FF97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2C0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B64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C36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A71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FED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7B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5D9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D7C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ТИК</w:t>
            </w:r>
          </w:p>
        </w:tc>
      </w:tr>
      <w:tr w:rsidR="001F5EA1" w:rsidRPr="003D3169" w14:paraId="5943297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1BC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16B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506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AEA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271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46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1D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86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КБЛ и др.</w:t>
            </w:r>
          </w:p>
        </w:tc>
      </w:tr>
      <w:tr w:rsidR="001F5EA1" w:rsidRPr="003D3169" w14:paraId="527965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7E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13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04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C6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DFA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65C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B0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E0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067DC94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96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DBD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36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C4E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412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C32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42F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068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ГИГ</w:t>
            </w:r>
          </w:p>
        </w:tc>
      </w:tr>
      <w:tr w:rsidR="001F5EA1" w:rsidRPr="003D3169" w14:paraId="1FA1E41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A6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B94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E9C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479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96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744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B3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6A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4389C54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780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24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ECD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96B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E2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D8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F2C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C0F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БИЛ</w:t>
            </w:r>
          </w:p>
        </w:tc>
      </w:tr>
      <w:tr w:rsidR="001F5EA1" w:rsidRPr="003D3169" w14:paraId="1C55561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1C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AB7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9AE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829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06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F41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71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47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27BC013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A2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64D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372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E96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593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E0E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3A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02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ПАТ</w:t>
            </w:r>
          </w:p>
        </w:tc>
      </w:tr>
      <w:tr w:rsidR="001F5EA1" w:rsidRPr="003D3169" w14:paraId="7612658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706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AC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C9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3E8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E43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31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F2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6C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ВЗМ</w:t>
            </w:r>
          </w:p>
        </w:tc>
      </w:tr>
      <w:tr w:rsidR="001F5EA1" w:rsidRPr="003D3169" w14:paraId="2C17D0D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F9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47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6B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5C5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7CC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01D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90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D92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МАМ</w:t>
            </w:r>
          </w:p>
        </w:tc>
      </w:tr>
      <w:tr w:rsidR="001F5EA1" w:rsidRPr="003D3169" w14:paraId="2C53534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2EC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B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820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5A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33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2B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63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A22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69C4C74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44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18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748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6F3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83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8B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F05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CC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ТАМ</w:t>
            </w:r>
          </w:p>
        </w:tc>
      </w:tr>
      <w:tr w:rsidR="001F5EA1" w:rsidRPr="003D3169" w14:paraId="5C3D2FA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DCD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BD8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8BD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73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349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C22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489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72E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1F5EA1" w:rsidRPr="003D3169" w14:paraId="19B317D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9AD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5AC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CB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3F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C7E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004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F1F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0B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467330D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33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92E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6EE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A3C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A5D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94E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19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15.78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8F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1F5EA1" w:rsidRPr="003D3169" w14:paraId="45DA86B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70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930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EDD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ED6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BE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14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874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921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ЙБМ</w:t>
            </w:r>
          </w:p>
        </w:tc>
      </w:tr>
      <w:tr w:rsidR="001F5EA1" w:rsidRPr="003D3169" w14:paraId="06C8855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F5D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4A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2E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0C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E1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BC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6DC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D8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ЕММ и др.</w:t>
            </w:r>
          </w:p>
        </w:tc>
      </w:tr>
      <w:tr w:rsidR="001F5EA1" w:rsidRPr="003D3169" w14:paraId="249D883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F1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765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CAA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F21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1ED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8D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1E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8C4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</w:tr>
      <w:tr w:rsidR="001F5EA1" w:rsidRPr="003D3169" w14:paraId="4DBDC63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C9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48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EB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54C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6F0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97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EB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52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3707130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8EB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4C2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68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D8D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45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4E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F74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499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ЕСХ</w:t>
            </w:r>
          </w:p>
        </w:tc>
      </w:tr>
      <w:tr w:rsidR="001F5EA1" w:rsidRPr="003D3169" w14:paraId="6541B70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95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7A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400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67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CA7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3B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CED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558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421F0E1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02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B57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557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C0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A1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5BB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E4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A7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С.И.Г. ООД</w:t>
            </w:r>
          </w:p>
        </w:tc>
      </w:tr>
      <w:tr w:rsidR="001F5EA1" w:rsidRPr="003D3169" w14:paraId="16A5FC1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D9B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7EC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6CC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AB6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1B0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D2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B05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712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ЕКС</w:t>
            </w:r>
          </w:p>
        </w:tc>
      </w:tr>
      <w:tr w:rsidR="001F5EA1" w:rsidRPr="003D3169" w14:paraId="6C4DD27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5F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37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753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8F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14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3AA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6E4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C74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ЙТН</w:t>
            </w:r>
          </w:p>
        </w:tc>
      </w:tr>
      <w:tr w:rsidR="001F5EA1" w:rsidRPr="003D3169" w14:paraId="0D5C06A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F94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A06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8A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B4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7A5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9C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A2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24D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764D817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BD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4D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42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C4A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D2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BA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B8D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DA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1F5EA1" w:rsidRPr="003D3169" w14:paraId="4F074CB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D05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59E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02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07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2D5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05F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54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ACA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ТБА</w:t>
            </w:r>
          </w:p>
        </w:tc>
      </w:tr>
      <w:tr w:rsidR="001F5EA1" w:rsidRPr="003D3169" w14:paraId="0CA5B82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6CE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2D8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EE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C0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9A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DA7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298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F04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1F520CF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77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8D5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E9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F39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257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B3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60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89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ЦАГ</w:t>
            </w:r>
          </w:p>
        </w:tc>
      </w:tr>
      <w:tr w:rsidR="001F5EA1" w:rsidRPr="003D3169" w14:paraId="1EFB6F2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858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F1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70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160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B5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B8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308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94E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СИМ</w:t>
            </w:r>
          </w:p>
        </w:tc>
      </w:tr>
      <w:tr w:rsidR="001F5EA1" w:rsidRPr="003D3169" w14:paraId="59857CC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E6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3D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F49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06E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355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F4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497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78B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ГИИ</w:t>
            </w:r>
          </w:p>
        </w:tc>
      </w:tr>
      <w:tr w:rsidR="001F5EA1" w:rsidRPr="003D3169" w14:paraId="5366C8C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9B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974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BBC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95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B9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69D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BF6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29F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БГП</w:t>
            </w:r>
          </w:p>
        </w:tc>
      </w:tr>
      <w:tr w:rsidR="001F5EA1" w:rsidRPr="003D3169" w14:paraId="087DA49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0B6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3E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F0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64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48F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5B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F9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5B8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1F5EA1" w:rsidRPr="003D3169" w14:paraId="4755EE5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01D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BA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66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49D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7F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807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B6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0E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1C6D470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557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31F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B6D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3D6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D9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E58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88A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78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148C336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9FF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601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660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4E0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EA8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52B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08B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07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5F8111C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D57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FB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1E2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23C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873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089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56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5EC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1F5EA1" w:rsidRPr="003D3169" w14:paraId="3DFCC71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4B6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7C1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88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5E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231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0A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52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252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ИГА</w:t>
            </w:r>
          </w:p>
        </w:tc>
      </w:tr>
      <w:tr w:rsidR="001F5EA1" w:rsidRPr="003D3169" w14:paraId="6EB13F4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F8D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961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9F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DAA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1D9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1D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192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FA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1F5EA1" w:rsidRPr="003D3169" w14:paraId="379CFCA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22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09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FEC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3CB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77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C07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267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AEA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ВЗМ</w:t>
            </w:r>
          </w:p>
        </w:tc>
      </w:tr>
      <w:tr w:rsidR="001F5EA1" w:rsidRPr="003D3169" w14:paraId="4777592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72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78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01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625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FD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7B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BD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970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ЕММ и др.</w:t>
            </w:r>
          </w:p>
        </w:tc>
      </w:tr>
      <w:tr w:rsidR="001F5EA1" w:rsidRPr="003D3169" w14:paraId="0CE69D1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514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277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DB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DB9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70A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78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F2E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47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СМГ</w:t>
            </w:r>
          </w:p>
        </w:tc>
      </w:tr>
      <w:tr w:rsidR="001F5EA1" w:rsidRPr="003D3169" w14:paraId="75EA0CC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5F3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EDF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EC7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B42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54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76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D0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3B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701AEAB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92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2E4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700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1D3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1E7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2F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D2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F8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КЛБ</w:t>
            </w:r>
          </w:p>
        </w:tc>
      </w:tr>
      <w:tr w:rsidR="001F5EA1" w:rsidRPr="003D3169" w14:paraId="3A2EB9E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C0D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B6E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16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F5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48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FE5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A92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E9B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МСП</w:t>
            </w:r>
          </w:p>
        </w:tc>
      </w:tr>
      <w:tr w:rsidR="001F5EA1" w:rsidRPr="003D3169" w14:paraId="00E03AD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FF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EEA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729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D67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8E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6B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E2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0E1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НИН</w:t>
            </w:r>
          </w:p>
        </w:tc>
      </w:tr>
      <w:tr w:rsidR="001F5EA1" w:rsidRPr="003D3169" w14:paraId="0E89DD7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E32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933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F8D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5A3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367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3B4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D81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1C3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6C25DAE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297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28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712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AC4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FDA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C7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86B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388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ЛВС</w:t>
            </w:r>
          </w:p>
        </w:tc>
      </w:tr>
      <w:tr w:rsidR="001F5EA1" w:rsidRPr="003D3169" w14:paraId="78AEDB1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C3E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08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6A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CF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87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75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360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A80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1F5EA1" w:rsidRPr="003D3169" w14:paraId="6C15D21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05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BB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E7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0B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7E6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F8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A1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8B1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60B7D1A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97D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D8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21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C8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B1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216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81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9A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 и др.</w:t>
            </w:r>
          </w:p>
        </w:tc>
      </w:tr>
      <w:tr w:rsidR="001F5EA1" w:rsidRPr="003D3169" w14:paraId="3C034C9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3FC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CDB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F8E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32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357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49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069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76B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АОД</w:t>
            </w:r>
          </w:p>
        </w:tc>
      </w:tr>
      <w:tr w:rsidR="001F5EA1" w:rsidRPr="003D3169" w14:paraId="61AEE0A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EF1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D42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EC5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EEC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D52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C50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702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C6F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1F5EA1" w:rsidRPr="003D3169" w14:paraId="2C4DCAD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CA4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45A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55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587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23A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D60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882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5F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5D0F4BA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A9C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90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976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528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5A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C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70F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DE0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4E74C40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B3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56A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A37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F4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50B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813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439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60E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КЛБ</w:t>
            </w:r>
          </w:p>
        </w:tc>
      </w:tr>
      <w:tr w:rsidR="001F5EA1" w:rsidRPr="003D3169" w14:paraId="0C39DB2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16E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02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D21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C03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F73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129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000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68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4AD2A34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A0D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7A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0D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69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5E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951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E6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09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6B4F184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DB7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D1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579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C15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692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84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298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EA7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2B19ABE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62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CEB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DB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221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0E2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A6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801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88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1B85506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9E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F6E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F1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F2D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694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99B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921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31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КЛБ</w:t>
            </w:r>
          </w:p>
        </w:tc>
      </w:tr>
      <w:tr w:rsidR="001F5EA1" w:rsidRPr="003D3169" w14:paraId="259BEF5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929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E57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D3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33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ACC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7C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10.095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76C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80.76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C3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1F5EA1" w:rsidRPr="003D3169" w14:paraId="27BEEBB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9D8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A9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7FE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808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97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04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7F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55.19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504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СЛД</w:t>
            </w:r>
          </w:p>
        </w:tc>
      </w:tr>
      <w:tr w:rsidR="001F5EA1" w:rsidRPr="003D3169" w14:paraId="3E12296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61F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39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F1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6D1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155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739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6C5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9B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4A193B1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61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132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C3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EE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397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7CC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9D6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64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ЛММ</w:t>
            </w:r>
          </w:p>
        </w:tc>
      </w:tr>
      <w:tr w:rsidR="001F5EA1" w:rsidRPr="003D3169" w14:paraId="74F9EDD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DB5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42F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92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08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4D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4A2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A33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64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МПМ</w:t>
            </w:r>
          </w:p>
        </w:tc>
      </w:tr>
      <w:tr w:rsidR="001F5EA1" w:rsidRPr="003D3169" w14:paraId="7E7C19B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563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66F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0B5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B90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8C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C8D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C01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00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3179722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3A9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AE4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504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290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BD5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428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DCD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F22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СПП</w:t>
            </w:r>
          </w:p>
        </w:tc>
      </w:tr>
      <w:tr w:rsidR="001F5EA1" w:rsidRPr="003D3169" w14:paraId="527137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8D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E6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80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D9B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935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D3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D0E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EAB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ЛАБ</w:t>
            </w:r>
          </w:p>
        </w:tc>
      </w:tr>
      <w:tr w:rsidR="001F5EA1" w:rsidRPr="003D3169" w14:paraId="30684AC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EE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DC7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CE7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046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954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5C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06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B1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ИГА</w:t>
            </w:r>
          </w:p>
        </w:tc>
      </w:tr>
      <w:tr w:rsidR="001F5EA1" w:rsidRPr="003D3169" w14:paraId="69B22F7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DA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FD5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E6B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DD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3D4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A17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58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0C7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 и др.</w:t>
            </w:r>
          </w:p>
        </w:tc>
      </w:tr>
      <w:tr w:rsidR="001F5EA1" w:rsidRPr="003D3169" w14:paraId="7989264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DD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EB4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A7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65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59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E6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0FC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BF5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1669B8D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40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78A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4E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AC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9F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18F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A71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15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6013315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5DB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99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51D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EB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02A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88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22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E05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ВТС</w:t>
            </w:r>
          </w:p>
        </w:tc>
      </w:tr>
      <w:tr w:rsidR="001F5EA1" w:rsidRPr="003D3169" w14:paraId="2A124E3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7E8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810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E6E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EF0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27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F3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206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C9F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МВЦ</w:t>
            </w:r>
          </w:p>
        </w:tc>
      </w:tr>
      <w:tr w:rsidR="001F5EA1" w:rsidRPr="003D3169" w14:paraId="6111BFC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A2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8A2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CB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5DA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5E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25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DE8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55F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АНЦ</w:t>
            </w:r>
          </w:p>
        </w:tc>
      </w:tr>
      <w:tr w:rsidR="001F5EA1" w:rsidRPr="003D3169" w14:paraId="48CD992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658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78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AD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04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80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7C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9BD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658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4D9E4C8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9AD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C78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CE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F23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47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D2C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FEA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53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КЦВ</w:t>
            </w:r>
          </w:p>
        </w:tc>
      </w:tr>
      <w:tr w:rsidR="001F5EA1" w:rsidRPr="003D3169" w14:paraId="6EC1139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A42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53F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084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E4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D62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723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C9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664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3903395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88F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525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5D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E73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F8E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A74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C9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45.60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5A3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0AC52C1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BC7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8E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857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264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326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0B3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F06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26.91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748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3560C81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A30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CA7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697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B48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AA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EF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7E7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8B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ДКД и др.</w:t>
            </w:r>
          </w:p>
        </w:tc>
      </w:tr>
      <w:tr w:rsidR="001F5EA1" w:rsidRPr="003D3169" w14:paraId="5210F85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7E4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7A9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B49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180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14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7C6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410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203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1F5EA1" w:rsidRPr="003D3169" w14:paraId="7468AF4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317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3E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FED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79C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E3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0A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278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CF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788F289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8B8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8AC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608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0F3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88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95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E9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058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ЕКС</w:t>
            </w:r>
          </w:p>
        </w:tc>
      </w:tr>
      <w:tr w:rsidR="001F5EA1" w:rsidRPr="003D3169" w14:paraId="75B04AC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472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92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E59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661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89A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B7F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581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0F9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ГКМ</w:t>
            </w:r>
          </w:p>
        </w:tc>
      </w:tr>
      <w:tr w:rsidR="001F5EA1" w:rsidRPr="003D3169" w14:paraId="02043E1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FB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FD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C0D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72F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D88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F8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23E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E85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13A24E8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DDF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E5C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1FF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7D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A69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67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5C0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2DA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ЙТБ</w:t>
            </w:r>
          </w:p>
        </w:tc>
      </w:tr>
      <w:tr w:rsidR="001F5EA1" w:rsidRPr="003D3169" w14:paraId="67E7A3C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55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2B6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B43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038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969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BE9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1AC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786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5D82C81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AA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342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647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62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948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E7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C1B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CA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ТБА</w:t>
            </w:r>
          </w:p>
        </w:tc>
      </w:tr>
      <w:tr w:rsidR="001F5EA1" w:rsidRPr="003D3169" w14:paraId="229F32A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257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21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71C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178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A1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61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F0F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2F9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ОНЦ</w:t>
            </w:r>
          </w:p>
        </w:tc>
      </w:tr>
      <w:tr w:rsidR="001F5EA1" w:rsidRPr="003D3169" w14:paraId="15AA918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663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EE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44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F8D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1A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7A2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14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D7E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</w:tr>
      <w:tr w:rsidR="001F5EA1" w:rsidRPr="003D3169" w14:paraId="14A1466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E58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49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8E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6B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775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A2B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CCC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7C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ТПС</w:t>
            </w:r>
          </w:p>
        </w:tc>
      </w:tr>
      <w:tr w:rsidR="001F5EA1" w:rsidRPr="003D3169" w14:paraId="4777DA5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D8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8F6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D78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CBA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45E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92B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AD2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31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ЕАТ</w:t>
            </w:r>
          </w:p>
        </w:tc>
      </w:tr>
      <w:tr w:rsidR="001F5EA1" w:rsidRPr="003D3169" w14:paraId="4C9CC5F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0D4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3DD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B64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92C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2A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29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BF4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F48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1F5EA1" w:rsidRPr="003D3169" w14:paraId="385D641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82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55F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45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126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87A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C95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4.282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CE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EA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СПС</w:t>
            </w:r>
          </w:p>
        </w:tc>
      </w:tr>
      <w:tr w:rsidR="001F5EA1" w:rsidRPr="003D3169" w14:paraId="16FCF9C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4FE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86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819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F7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A97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DEC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83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B02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0128220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6DE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23A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76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22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C8E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3AC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48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41B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1F5EA1" w:rsidRPr="003D3169" w14:paraId="519C400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E44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B5A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97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893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B51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582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18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4A5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5F47F44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08A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3D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6C8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94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0B9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954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FBC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C19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18641F2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BB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A2C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45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C2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19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D9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396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FC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1F5EA1" w:rsidRPr="003D3169" w14:paraId="707D744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AC5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AA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7A7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A0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0FB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56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E24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73F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НВС</w:t>
            </w:r>
          </w:p>
        </w:tc>
      </w:tr>
      <w:tr w:rsidR="001F5EA1" w:rsidRPr="003D3169" w14:paraId="5289A46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214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A9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73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7F8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5E2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B6C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77D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42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616F662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5BF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4D7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D97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592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005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CF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BD6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952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1F5EA1" w:rsidRPr="003D3169" w14:paraId="06B0311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F86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08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66F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AE3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39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C33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2E0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5CE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ЛММ</w:t>
            </w:r>
          </w:p>
        </w:tc>
      </w:tr>
      <w:tr w:rsidR="001F5EA1" w:rsidRPr="003D3169" w14:paraId="25EEA9B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B0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A0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4E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C1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257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A5D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D5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317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4C893E0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0F7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650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34A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0D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CEC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6CB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B0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C0E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7EC7233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C83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24F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C4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F2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24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EE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C5D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E36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ВСВ и др.</w:t>
            </w:r>
          </w:p>
        </w:tc>
      </w:tr>
      <w:tr w:rsidR="001F5EA1" w:rsidRPr="003D3169" w14:paraId="1F9C41E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EC9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3CA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DF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A09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7F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34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894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6F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ЛАБ</w:t>
            </w:r>
          </w:p>
        </w:tc>
      </w:tr>
      <w:tr w:rsidR="001F5EA1" w:rsidRPr="003D3169" w14:paraId="61CEC4D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94C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D48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12A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09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DC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80B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921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69A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КМЛ</w:t>
            </w:r>
          </w:p>
        </w:tc>
      </w:tr>
      <w:tr w:rsidR="001F5EA1" w:rsidRPr="003D3169" w14:paraId="5711D28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1B7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11C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92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27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F8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D0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56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F7A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188945A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762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0B5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BF9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5D5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6F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E0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A43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98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РСК и др.</w:t>
            </w:r>
          </w:p>
        </w:tc>
      </w:tr>
      <w:tr w:rsidR="001F5EA1" w:rsidRPr="003D3169" w14:paraId="13251B0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0D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723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636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39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39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FED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0E7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C97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677E9AF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81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B96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9E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74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7C5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6A3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063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5E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1F5EA1" w:rsidRPr="003D3169" w14:paraId="7E61798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AD9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42E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85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A0F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74D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A1B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609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690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СИБ</w:t>
            </w:r>
          </w:p>
        </w:tc>
      </w:tr>
      <w:tr w:rsidR="001F5EA1" w:rsidRPr="003D3169" w14:paraId="4B408EA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041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404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E8C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150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536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62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6B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C3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ПГР</w:t>
            </w:r>
          </w:p>
        </w:tc>
      </w:tr>
      <w:tr w:rsidR="001F5EA1" w:rsidRPr="003D3169" w14:paraId="64E56E2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D9F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03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07C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CBB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E9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04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39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84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ЗВС</w:t>
            </w:r>
          </w:p>
        </w:tc>
      </w:tr>
      <w:tr w:rsidR="001F5EA1" w:rsidRPr="003D3169" w14:paraId="4A6EB19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BF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9E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7EC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741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8C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A33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4.125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87F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DF2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ВСВ и др.</w:t>
            </w:r>
          </w:p>
        </w:tc>
      </w:tr>
      <w:tr w:rsidR="001F5EA1" w:rsidRPr="003D3169" w14:paraId="35A33B4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C3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296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C39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31C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D0A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BE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30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CE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1F5EA1" w:rsidRPr="003D3169" w14:paraId="2DF3ACD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575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AA1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DBF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F29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B2B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7B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0CB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CC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3C5529E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A1B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D4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925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7A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07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2B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223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8C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1E6246F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55E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2C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3F2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970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1F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9D5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7B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8A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СЯС</w:t>
            </w:r>
          </w:p>
        </w:tc>
      </w:tr>
      <w:tr w:rsidR="001F5EA1" w:rsidRPr="003D3169" w14:paraId="67A34DC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A53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84A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341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E3E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33A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3D6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969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F72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5A62DFB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CB3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28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F4A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F0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BB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9D1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0D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DEF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437D76E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DDA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46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63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EB1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5AE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7BA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FB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48D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1F5EA1" w:rsidRPr="003D3169" w14:paraId="000D3DB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2A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EF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D45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F53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A2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8A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66F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BAD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70AB3FB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42A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F7F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B6F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039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018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CA5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562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75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4A605E1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29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00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F68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D63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0C2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B95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2CB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6E2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1F5EA1" w:rsidRPr="003D3169" w14:paraId="52108DA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5C4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C5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E7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2E0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00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0B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50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82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ЛАБ</w:t>
            </w:r>
          </w:p>
        </w:tc>
      </w:tr>
      <w:tr w:rsidR="001F5EA1" w:rsidRPr="003D3169" w14:paraId="3027BE1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41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7BC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B81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28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E3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4E8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B9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858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МИС и др.</w:t>
            </w:r>
          </w:p>
        </w:tc>
      </w:tr>
      <w:tr w:rsidR="001F5EA1" w:rsidRPr="003D3169" w14:paraId="5EA127B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CD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44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FAC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F4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4CB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1DB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530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6B1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ИГА</w:t>
            </w:r>
          </w:p>
        </w:tc>
      </w:tr>
      <w:tr w:rsidR="001F5EA1" w:rsidRPr="003D3169" w14:paraId="724129C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56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BD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3B8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F9D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FF0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A85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690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23.19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032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4A06E12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28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4B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9B2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6F0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4B8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53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40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A0E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НАН</w:t>
            </w:r>
          </w:p>
        </w:tc>
      </w:tr>
      <w:tr w:rsidR="001F5EA1" w:rsidRPr="003D3169" w14:paraId="319BC3C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872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5EB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062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4BF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C1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B1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86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49F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ЦВС</w:t>
            </w:r>
          </w:p>
        </w:tc>
      </w:tr>
      <w:tr w:rsidR="001F5EA1" w:rsidRPr="003D3169" w14:paraId="2EC562D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2DD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B04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8DE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80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B79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C7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D70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4BB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ЕКС</w:t>
            </w:r>
          </w:p>
        </w:tc>
      </w:tr>
      <w:tr w:rsidR="001F5EA1" w:rsidRPr="003D3169" w14:paraId="176232F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7D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6A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9A3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CF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22C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6E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63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55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ХСГ</w:t>
            </w:r>
          </w:p>
        </w:tc>
      </w:tr>
      <w:tr w:rsidR="001F5EA1" w:rsidRPr="003D3169" w14:paraId="4AFFC79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8E0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4FA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0A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F3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9D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C5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39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6D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ЙТМ</w:t>
            </w:r>
          </w:p>
        </w:tc>
      </w:tr>
      <w:tr w:rsidR="001F5EA1" w:rsidRPr="003D3169" w14:paraId="47F1CA3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7ED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BA3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C80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F8F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94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EBD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839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E17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1F5EA1" w:rsidRPr="003D3169" w14:paraId="4A34ACF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815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431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99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052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820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91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CF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1F9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2333A88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CDD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A4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02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12F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B58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A52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130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AE0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59C2A59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56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71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41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A4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124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0EB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A41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87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ГНВ</w:t>
            </w:r>
          </w:p>
        </w:tc>
      </w:tr>
      <w:tr w:rsidR="001F5EA1" w:rsidRPr="003D3169" w14:paraId="144FE80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30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DC2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3B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5C7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727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9C3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6D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384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1F5EA1" w:rsidRPr="003D3169" w14:paraId="73F6F60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D2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895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4DB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2DB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76D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E7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43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15.91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A0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ЙТБ</w:t>
            </w:r>
          </w:p>
        </w:tc>
      </w:tr>
      <w:tr w:rsidR="001F5EA1" w:rsidRPr="003D3169" w14:paraId="42FDE6F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8DD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26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C9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55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451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5E5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4AF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06E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1C57605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2D8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D96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91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7AB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BB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BD0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B01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F7D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НПС</w:t>
            </w:r>
          </w:p>
        </w:tc>
      </w:tr>
      <w:tr w:rsidR="001F5EA1" w:rsidRPr="003D3169" w14:paraId="149B8A5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7FA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5E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9A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B2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8EC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FF8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430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48B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СТБ</w:t>
            </w:r>
          </w:p>
        </w:tc>
      </w:tr>
      <w:tr w:rsidR="001F5EA1" w:rsidRPr="003D3169" w14:paraId="606C1D4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668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A07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2E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1D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B9A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765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6C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AA5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ХСГ</w:t>
            </w:r>
          </w:p>
        </w:tc>
      </w:tr>
      <w:tr w:rsidR="001F5EA1" w:rsidRPr="003D3169" w14:paraId="72780D7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F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4D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207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AFF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1FE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E0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DDF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DEA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1F5EA1" w:rsidRPr="003D3169" w14:paraId="3CBCC53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0D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847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F2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387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FEA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19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806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F0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ОНЦ</w:t>
            </w:r>
          </w:p>
        </w:tc>
      </w:tr>
      <w:tr w:rsidR="001F5EA1" w:rsidRPr="003D3169" w14:paraId="7C1D1BA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765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C0D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31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B95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1EF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FC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BA8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5A3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74490E7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A55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3A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AA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50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59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3A5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E1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C73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ЙТБ</w:t>
            </w:r>
          </w:p>
        </w:tc>
      </w:tr>
      <w:tr w:rsidR="001F5EA1" w:rsidRPr="003D3169" w14:paraId="3E11B3D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C87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3F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26F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608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437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9A0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02A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C67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ВЗМ</w:t>
            </w:r>
          </w:p>
        </w:tc>
      </w:tr>
      <w:tr w:rsidR="001F5EA1" w:rsidRPr="003D3169" w14:paraId="066954D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D95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36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943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279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541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023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098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11.88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A98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ТСМ</w:t>
            </w:r>
          </w:p>
        </w:tc>
      </w:tr>
      <w:tr w:rsidR="001F5EA1" w:rsidRPr="003D3169" w14:paraId="1CE8D19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7FA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803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469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33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6E6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566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8B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82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ТИК</w:t>
            </w:r>
          </w:p>
        </w:tc>
      </w:tr>
      <w:tr w:rsidR="001F5EA1" w:rsidRPr="003D3169" w14:paraId="4A9B0FE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DE1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56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D9B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FFC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E0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5AE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24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EF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4140822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BD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9B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2C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CA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E81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B40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3F0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B0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ТВА</w:t>
            </w:r>
          </w:p>
        </w:tc>
      </w:tr>
      <w:tr w:rsidR="001F5EA1" w:rsidRPr="003D3169" w14:paraId="257FF41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DC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4BB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6ED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B2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FF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C62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5A4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C8C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АНЦ</w:t>
            </w:r>
          </w:p>
        </w:tc>
      </w:tr>
      <w:tr w:rsidR="001F5EA1" w:rsidRPr="003D3169" w14:paraId="78D7BD1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E9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6C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DC2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C39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F99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F37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4CE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123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СПП</w:t>
            </w:r>
          </w:p>
        </w:tc>
      </w:tr>
      <w:tr w:rsidR="001F5EA1" w:rsidRPr="003D3169" w14:paraId="1DC6690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D6B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3D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B13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8C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6E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66A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8CC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BC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0C17DFF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2A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44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51B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B83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C7D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9E1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075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A8F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237D1BA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848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C3F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08C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A97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51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C1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16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9A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СКВ</w:t>
            </w:r>
          </w:p>
        </w:tc>
      </w:tr>
      <w:tr w:rsidR="001F5EA1" w:rsidRPr="003D3169" w14:paraId="42A586B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990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90B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18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18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A3C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E8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36F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939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1F5EA1" w:rsidRPr="003D3169" w14:paraId="71AF2B7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27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66D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FF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4F0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D59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A63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87D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8A5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68993C4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484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D21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4F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1AB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2C7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AE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2F2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705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276B02E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56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AC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728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EE4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956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222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C4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36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72342E0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B50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C7B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EA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18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DD5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2A0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714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F7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СЛД</w:t>
            </w:r>
          </w:p>
        </w:tc>
      </w:tr>
      <w:tr w:rsidR="001F5EA1" w:rsidRPr="003D3169" w14:paraId="7D5A632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8A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813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29C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906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E47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76E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64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239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ИХП</w:t>
            </w:r>
          </w:p>
        </w:tc>
      </w:tr>
      <w:tr w:rsidR="001F5EA1" w:rsidRPr="003D3169" w14:paraId="40922DC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AC4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CF3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EE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27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8D5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888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34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FF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ВЗМ</w:t>
            </w:r>
          </w:p>
        </w:tc>
      </w:tr>
      <w:tr w:rsidR="001F5EA1" w:rsidRPr="003D3169" w14:paraId="7962470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0C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EF3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BAD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3AF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D80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0A4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48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C8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СТБ</w:t>
            </w:r>
          </w:p>
        </w:tc>
      </w:tr>
      <w:tr w:rsidR="001F5EA1" w:rsidRPr="003D3169" w14:paraId="1743052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BF9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D1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CB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AF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DD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3ED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AD2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E2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423F389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9E1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C72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A7B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375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B9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90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E5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D18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08ECBD1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99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7EB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8C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6D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83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B89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545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F8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АЗГ</w:t>
            </w:r>
          </w:p>
        </w:tc>
      </w:tr>
      <w:tr w:rsidR="001F5EA1" w:rsidRPr="003D3169" w14:paraId="6A145F7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7B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AA9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F63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5E0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381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97E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60E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655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ББН и др.</w:t>
            </w:r>
          </w:p>
        </w:tc>
      </w:tr>
      <w:tr w:rsidR="001F5EA1" w:rsidRPr="003D3169" w14:paraId="53B8BC4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F6B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32A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3C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A31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860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D82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CC2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948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ДГН</w:t>
            </w:r>
          </w:p>
        </w:tc>
      </w:tr>
      <w:tr w:rsidR="001F5EA1" w:rsidRPr="003D3169" w14:paraId="065EE48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B1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447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CB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3B8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FC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D3E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FA8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4D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7938812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246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56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77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460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85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BF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1C8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6.33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8D4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СКВ</w:t>
            </w:r>
          </w:p>
        </w:tc>
      </w:tr>
      <w:tr w:rsidR="001F5EA1" w:rsidRPr="003D3169" w14:paraId="68061C6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B1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FC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51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3F7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C29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EA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92B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6.33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C6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ГИИ</w:t>
            </w:r>
          </w:p>
        </w:tc>
      </w:tr>
      <w:tr w:rsidR="001F5EA1" w:rsidRPr="003D3169" w14:paraId="2F4F2B3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E7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4A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FC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146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867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948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1F7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701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СИБ</w:t>
            </w:r>
          </w:p>
        </w:tc>
      </w:tr>
      <w:tr w:rsidR="001F5EA1" w:rsidRPr="003D3169" w14:paraId="35D2678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A6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5CA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C3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266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52A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C2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71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84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1F5EA1" w:rsidRPr="003D3169" w14:paraId="79DDEBF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3A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130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32C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0B4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A48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759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4E6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08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52B65E3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19A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E16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7A9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ED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645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B65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6.452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2D0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51.62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5F0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АНЦ</w:t>
            </w:r>
          </w:p>
        </w:tc>
      </w:tr>
      <w:tr w:rsidR="001F5EA1" w:rsidRPr="003D3169" w14:paraId="51B29B8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23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26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EAD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4CD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28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15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31A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4EB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ДКД и др.</w:t>
            </w:r>
          </w:p>
        </w:tc>
      </w:tr>
      <w:tr w:rsidR="001F5EA1" w:rsidRPr="003D3169" w14:paraId="5B33698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514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FEF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3DA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489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F1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E57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96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AFF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43659F4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52D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00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282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1DF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C4D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DD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AC4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36.80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847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НИА</w:t>
            </w:r>
          </w:p>
        </w:tc>
      </w:tr>
      <w:tr w:rsidR="001F5EA1" w:rsidRPr="003D3169" w14:paraId="614EDA4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D77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20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6A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DA7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561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812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38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33.58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256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ЙТЦ</w:t>
            </w:r>
          </w:p>
        </w:tc>
      </w:tr>
      <w:tr w:rsidR="001F5EA1" w:rsidRPr="003D3169" w14:paraId="2DBCC6B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9E9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A2E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4F1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FA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855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CF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C95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DB0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КЛБ</w:t>
            </w:r>
          </w:p>
        </w:tc>
      </w:tr>
      <w:tr w:rsidR="001F5EA1" w:rsidRPr="003D3169" w14:paraId="288F95C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E1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BAE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D1A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E21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A64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DD1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19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31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1F5EA1" w:rsidRPr="003D3169" w14:paraId="021A99F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A6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BEC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99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A18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CB1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20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FC0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23.99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B67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КМБ</w:t>
            </w:r>
          </w:p>
        </w:tc>
      </w:tr>
      <w:tr w:rsidR="001F5EA1" w:rsidRPr="003D3169" w14:paraId="4EEDE9D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49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36A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DD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8E6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71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4A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F9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59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1F5EA1" w:rsidRPr="003D3169" w14:paraId="0E903E9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BA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A67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813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72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17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B0C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337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74C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1F867F8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F08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4F6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AFD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FA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DD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ED9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A5A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E8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427C5E8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AF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75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687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42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DED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4E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AC4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81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НВД и др.</w:t>
            </w:r>
          </w:p>
        </w:tc>
      </w:tr>
      <w:tr w:rsidR="001F5EA1" w:rsidRPr="003D3169" w14:paraId="6F1C84E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21B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8B2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46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E7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9C6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D7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317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E7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ЗСА</w:t>
            </w:r>
          </w:p>
        </w:tc>
      </w:tr>
      <w:tr w:rsidR="001F5EA1" w:rsidRPr="003D3169" w14:paraId="1CED915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23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6BF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C83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4C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BA6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215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2DC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678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4FF086D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CED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AAF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91F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3F5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86B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D4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D4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26B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1F5EA1" w:rsidRPr="003D3169" w14:paraId="3A78715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00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B49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079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71A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91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1A9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C6C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DD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0521823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13F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6E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B6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824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76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5A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727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1BF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407DFE5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E2F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F8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B5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75B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A1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3F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8A8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F7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05F0E05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310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E37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72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236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87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71F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F50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B49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694EC69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C08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A9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2F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D2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12E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85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455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61B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020644C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CF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F4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16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37D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17B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170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F75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321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28DFED7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CC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08F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582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389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45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47F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6F0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A03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438277F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4B5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AC5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31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ED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1A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E52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7C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B88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1F5EA1" w:rsidRPr="003D3169" w14:paraId="62A7996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12A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8B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13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56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46C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3C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CE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3F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БКЛ</w:t>
            </w:r>
          </w:p>
        </w:tc>
      </w:tr>
      <w:tr w:rsidR="001F5EA1" w:rsidRPr="003D3169" w14:paraId="4AED3B5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40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F32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0D1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8EC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B7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09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226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4E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ЦВС</w:t>
            </w:r>
          </w:p>
        </w:tc>
      </w:tr>
      <w:tr w:rsidR="001F5EA1" w:rsidRPr="003D3169" w14:paraId="2CC4E16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B32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22E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10B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946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29B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FF8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63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92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КМЛ</w:t>
            </w:r>
          </w:p>
        </w:tc>
      </w:tr>
      <w:tr w:rsidR="001F5EA1" w:rsidRPr="003D3169" w14:paraId="7814D80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EC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7D6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39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018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B08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80D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1E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85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1F5EA1" w:rsidRPr="003D3169" w14:paraId="3493D64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0F1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C9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860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AB6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A39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D11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D5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55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ХСГ</w:t>
            </w:r>
          </w:p>
        </w:tc>
      </w:tr>
      <w:tr w:rsidR="001F5EA1" w:rsidRPr="003D3169" w14:paraId="7FD0CB3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161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7EC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2E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21F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27C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7DA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698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4EB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1F5EA1" w:rsidRPr="003D3169" w14:paraId="54AD3F3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0F8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E6D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68E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9C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39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9A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7AE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3BF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1F5EA1" w:rsidRPr="003D3169" w14:paraId="57D1A18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CF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6D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2C3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210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9C5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0E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55C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9DE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ТАМ</w:t>
            </w:r>
          </w:p>
        </w:tc>
      </w:tr>
      <w:tr w:rsidR="001F5EA1" w:rsidRPr="003D3169" w14:paraId="1016464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18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CD4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C3E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3A1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320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AA2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BC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FB9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1F5EA1" w:rsidRPr="003D3169" w14:paraId="66A00B8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229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8E6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9A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007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68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B61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5A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FA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1FA4DFA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76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82D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E0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198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98D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F74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497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D78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447F851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4EE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B31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210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19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121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A3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CD5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F0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2B36834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145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3F0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E73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FAE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71C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C4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295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51A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3B03527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7FB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7AE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C3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673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F14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F5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D52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903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ТВА</w:t>
            </w:r>
          </w:p>
        </w:tc>
      </w:tr>
      <w:tr w:rsidR="001F5EA1" w:rsidRPr="003D3169" w14:paraId="5BE57D3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FA9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B25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EF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1AC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D96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56A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A28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B4F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КИМ</w:t>
            </w:r>
          </w:p>
        </w:tc>
      </w:tr>
      <w:tr w:rsidR="001F5EA1" w:rsidRPr="003D3169" w14:paraId="183D237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B3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82C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CB7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23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7B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48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474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71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НАН</w:t>
            </w:r>
          </w:p>
        </w:tc>
      </w:tr>
      <w:tr w:rsidR="001F5EA1" w:rsidRPr="003D3169" w14:paraId="6AC9A68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0A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CB1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009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650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29C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5B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70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78D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59D457D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634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59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7F1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1C7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BA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BEE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2C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705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1631ACC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B8D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EE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03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B5B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E1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40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08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0E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СВС</w:t>
            </w:r>
          </w:p>
        </w:tc>
      </w:tr>
      <w:tr w:rsidR="001F5EA1" w:rsidRPr="003D3169" w14:paraId="2A8CB51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D9B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5E4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12E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D7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E80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C7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A71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C2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020272B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BB1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C7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61F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A5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09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70C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B2C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9E6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2344F46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3B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874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96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869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5A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1A9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55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CDF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ДГН</w:t>
            </w:r>
          </w:p>
        </w:tc>
      </w:tr>
      <w:tr w:rsidR="001F5EA1" w:rsidRPr="003D3169" w14:paraId="7BFCAF0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0B3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FB2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F3C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191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216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E4F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5C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589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ПГР</w:t>
            </w:r>
          </w:p>
        </w:tc>
      </w:tr>
      <w:tr w:rsidR="001F5EA1" w:rsidRPr="003D3169" w14:paraId="306FE62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BE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1D8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6A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35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80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479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C8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9B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1F5EA1" w:rsidRPr="003D3169" w14:paraId="06FAF64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69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C9C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11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11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A2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4D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8CE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D67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1F5EA1" w:rsidRPr="003D3169" w14:paraId="6F65EA0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EE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20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6EC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A65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2D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8A4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F3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857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КЦВ</w:t>
            </w:r>
          </w:p>
        </w:tc>
      </w:tr>
      <w:tr w:rsidR="001F5EA1" w:rsidRPr="003D3169" w14:paraId="0C2D3E1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070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49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A42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189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4AE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8B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72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120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ТВС</w:t>
            </w:r>
          </w:p>
        </w:tc>
      </w:tr>
      <w:tr w:rsidR="001F5EA1" w:rsidRPr="003D3169" w14:paraId="303325E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2B7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7C2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AC9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5C8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A7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E0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47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11.19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4B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2B84467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0E2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B1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FA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31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734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3A6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DC6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C9A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ГВА</w:t>
            </w:r>
          </w:p>
        </w:tc>
      </w:tr>
      <w:tr w:rsidR="001F5EA1" w:rsidRPr="003D3169" w14:paraId="5609352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F02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054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D8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70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CB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086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3F8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E0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НВС</w:t>
            </w:r>
          </w:p>
        </w:tc>
      </w:tr>
      <w:tr w:rsidR="001F5EA1" w:rsidRPr="003D3169" w14:paraId="237274B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831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33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EA5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3F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0DD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65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08F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C24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МПМ</w:t>
            </w:r>
          </w:p>
        </w:tc>
      </w:tr>
      <w:tr w:rsidR="001F5EA1" w:rsidRPr="003D3169" w14:paraId="419DDC8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434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E19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A5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DE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AD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E92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93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042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БКЛ</w:t>
            </w:r>
          </w:p>
        </w:tc>
      </w:tr>
      <w:tr w:rsidR="001F5EA1" w:rsidRPr="003D3169" w14:paraId="19C05A3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0F4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FF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7F8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9B8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A4D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04B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4E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7.57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985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ТСМ</w:t>
            </w:r>
          </w:p>
        </w:tc>
      </w:tr>
      <w:tr w:rsidR="001F5EA1" w:rsidRPr="003D3169" w14:paraId="1D438ED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21C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20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F76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42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13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B60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9B2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B4E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ПКЛ</w:t>
            </w:r>
          </w:p>
        </w:tc>
      </w:tr>
      <w:tr w:rsidR="001F5EA1" w:rsidRPr="003D3169" w14:paraId="43E71A2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C86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1A1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81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F7C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932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11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A98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66F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ЕВА и др.</w:t>
            </w:r>
          </w:p>
        </w:tc>
      </w:tr>
      <w:tr w:rsidR="001F5EA1" w:rsidRPr="003D3169" w14:paraId="68FE5A0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443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BC2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A01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49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CAD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4F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C7C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1E4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61A0E28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073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0F9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62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6C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6A9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387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996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E9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06E641E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F9B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4B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216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AAA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DC6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230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82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996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Община гр.Божурище</w:t>
            </w:r>
          </w:p>
        </w:tc>
      </w:tr>
      <w:tr w:rsidR="001F5EA1" w:rsidRPr="003D3169" w14:paraId="01E9EE3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A68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952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00F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060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7FC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E7C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12B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5BA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57F4FCE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F1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550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72F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2A6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C4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65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BB6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03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1F5EA1" w:rsidRPr="003D3169" w14:paraId="5F69699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01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5F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A40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9C7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D45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07B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0E8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ED0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НАН</w:t>
            </w:r>
          </w:p>
        </w:tc>
      </w:tr>
      <w:tr w:rsidR="001F5EA1" w:rsidRPr="003D3169" w14:paraId="647817F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3D2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C62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78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CDF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3A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7FA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1A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071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ГРН</w:t>
            </w:r>
          </w:p>
        </w:tc>
      </w:tr>
      <w:tr w:rsidR="001F5EA1" w:rsidRPr="003D3169" w14:paraId="702B331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AC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82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3E4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00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39D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CA5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7D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48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1E84F54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384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43F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30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9F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271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492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227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8D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2CA9ADE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2DB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D3E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7C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7F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0E4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2DD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374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2AD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ОНЦ</w:t>
            </w:r>
          </w:p>
        </w:tc>
      </w:tr>
      <w:tr w:rsidR="001F5EA1" w:rsidRPr="003D3169" w14:paraId="0867041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21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EC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681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4A3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E8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03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F8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40E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ВЗМ</w:t>
            </w:r>
          </w:p>
        </w:tc>
      </w:tr>
      <w:tr w:rsidR="001F5EA1" w:rsidRPr="003D3169" w14:paraId="4EDCCF7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489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72D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211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699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96F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47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CD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B0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АНЦ</w:t>
            </w:r>
          </w:p>
        </w:tc>
      </w:tr>
      <w:tr w:rsidR="001F5EA1" w:rsidRPr="003D3169" w14:paraId="42190A5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F0C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A8F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EA6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333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1C5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16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03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CE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5D1E7AA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E6B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84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9C9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D0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DE0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90C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DBB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23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НВД и др.</w:t>
            </w:r>
          </w:p>
        </w:tc>
      </w:tr>
      <w:tr w:rsidR="001F5EA1" w:rsidRPr="003D3169" w14:paraId="44334FD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57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71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B6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F76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C1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69D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161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644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070BCEF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AE1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D8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633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490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A77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68B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72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6F8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ТКМ</w:t>
            </w:r>
          </w:p>
        </w:tc>
      </w:tr>
      <w:tr w:rsidR="001F5EA1" w:rsidRPr="003D3169" w14:paraId="0C6793F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A0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AB4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40C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3F4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A06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6C8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11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22E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4CD9915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A1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45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6BD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1E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6A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68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8A9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217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7856E92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30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4FC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42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CA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6A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9B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33D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BEA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04CA2D5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C3F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C8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FF2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36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EA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77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F35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79.92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00F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ДКД и др.</w:t>
            </w:r>
          </w:p>
        </w:tc>
      </w:tr>
      <w:tr w:rsidR="001F5EA1" w:rsidRPr="003D3169" w14:paraId="66693A5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B54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3AF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BED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3F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967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C4F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90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96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ОИИ и др.</w:t>
            </w:r>
          </w:p>
        </w:tc>
      </w:tr>
      <w:tr w:rsidR="001F5EA1" w:rsidRPr="003D3169" w14:paraId="78FF80F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038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D3F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6AB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D96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261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A1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7F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2D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1F5EA1" w:rsidRPr="003D3169" w14:paraId="25DD76D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24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27E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1F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228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7C5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B46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F42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FC4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КЛБ</w:t>
            </w:r>
          </w:p>
        </w:tc>
      </w:tr>
      <w:tr w:rsidR="001F5EA1" w:rsidRPr="003D3169" w14:paraId="4CA1355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E5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973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34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CB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C01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C02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72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395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15216D0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7AE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27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033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51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949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391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0A3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36.00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F51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ТСМ</w:t>
            </w:r>
          </w:p>
        </w:tc>
      </w:tr>
      <w:tr w:rsidR="001F5EA1" w:rsidRPr="003D3169" w14:paraId="07C85EB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6E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A8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A2C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BE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5E8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CC9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45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A0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НИА</w:t>
            </w:r>
          </w:p>
        </w:tc>
      </w:tr>
      <w:tr w:rsidR="001F5EA1" w:rsidRPr="003D3169" w14:paraId="7E4BD2D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746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E9E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78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C58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B3C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C0A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37E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B8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618ECCC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56A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2B2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18F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82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92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2F9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3.556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48F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28.45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982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055D86A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357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81A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350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F8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47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0F5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F3B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27.99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B8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ГСК</w:t>
            </w:r>
          </w:p>
        </w:tc>
      </w:tr>
      <w:tr w:rsidR="001F5EA1" w:rsidRPr="003D3169" w14:paraId="5D3D6D4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373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411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E82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F8A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EB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E5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30A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23.99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655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5E2139D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E8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2C5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130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CD0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5F0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831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3F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23.99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24E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ТВА</w:t>
            </w:r>
          </w:p>
        </w:tc>
      </w:tr>
      <w:tr w:rsidR="001F5EA1" w:rsidRPr="003D3169" w14:paraId="39E26B6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8B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0EA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229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ECC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6E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5D1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39A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B7E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1F5EA1" w:rsidRPr="003D3169" w14:paraId="253C9E6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C8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429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69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FC6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BB6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F2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0E0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C3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ДКД и др.</w:t>
            </w:r>
          </w:p>
        </w:tc>
      </w:tr>
      <w:tr w:rsidR="001F5EA1" w:rsidRPr="003D3169" w14:paraId="773C996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540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07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C02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E0D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72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60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32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74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ЕКС</w:t>
            </w:r>
          </w:p>
        </w:tc>
      </w:tr>
      <w:tr w:rsidR="001F5EA1" w:rsidRPr="003D3169" w14:paraId="4EFFC0B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733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0F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286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F87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392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205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36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93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1F5EA1" w:rsidRPr="003D3169" w14:paraId="6B19424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71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70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1CA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55D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B05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8B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0E3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7F6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7790AED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0AF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BF2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02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24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2DD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3EE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7A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39.52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69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4CBAD08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F52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68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264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26A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AD6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4D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74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DB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1F5EA1" w:rsidRPr="003D3169" w14:paraId="56A7D7E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F1A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A77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8C0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AC3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DB6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76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1B5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600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НВД и др.</w:t>
            </w:r>
          </w:p>
        </w:tc>
      </w:tr>
      <w:tr w:rsidR="001F5EA1" w:rsidRPr="003D3169" w14:paraId="0F437AC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D4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363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EA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0D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01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EC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E52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DD1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ИГА</w:t>
            </w:r>
          </w:p>
        </w:tc>
      </w:tr>
      <w:tr w:rsidR="001F5EA1" w:rsidRPr="003D3169" w14:paraId="6FB7947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C4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032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FC1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417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8E1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343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043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6C6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ГАГ и др.</w:t>
            </w:r>
          </w:p>
        </w:tc>
      </w:tr>
      <w:tr w:rsidR="001F5EA1" w:rsidRPr="003D3169" w14:paraId="6775541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93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D3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94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CC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556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49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C2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D57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39D5105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76D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12A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B2C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C1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6C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237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E31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E7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МИС и др.</w:t>
            </w:r>
          </w:p>
        </w:tc>
      </w:tr>
      <w:tr w:rsidR="001F5EA1" w:rsidRPr="003D3169" w14:paraId="32E23FD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121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D0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B68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66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E2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01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99A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EF1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СЕС и др.</w:t>
            </w:r>
          </w:p>
        </w:tc>
      </w:tr>
      <w:tr w:rsidR="001F5EA1" w:rsidRPr="003D3169" w14:paraId="758578C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8C7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4E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205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7CD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FA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52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445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B3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ХСГ</w:t>
            </w:r>
          </w:p>
        </w:tc>
      </w:tr>
      <w:tr w:rsidR="001F5EA1" w:rsidRPr="003D3169" w14:paraId="2AAFA69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7DF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D11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9BA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2EF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6E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49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1C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508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НПС</w:t>
            </w:r>
          </w:p>
        </w:tc>
      </w:tr>
      <w:tr w:rsidR="001F5EA1" w:rsidRPr="003D3169" w14:paraId="598B497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F4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1B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646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E8D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66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455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EF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53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ПАТ</w:t>
            </w:r>
          </w:p>
        </w:tc>
      </w:tr>
      <w:tr w:rsidR="001F5EA1" w:rsidRPr="003D3169" w14:paraId="1D1B118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D66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26B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BA3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12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75E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EEB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B55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14.83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1B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БКЛ</w:t>
            </w:r>
          </w:p>
        </w:tc>
      </w:tr>
      <w:tr w:rsidR="001F5EA1" w:rsidRPr="003D3169" w14:paraId="6BFBBCA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BBA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F6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1A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B46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8A9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EA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380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067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БИЛ</w:t>
            </w:r>
          </w:p>
        </w:tc>
      </w:tr>
      <w:tr w:rsidR="001F5EA1" w:rsidRPr="003D3169" w14:paraId="2D0C778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22D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CD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1D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FAB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3DE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2E9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0D5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7.67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78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1F5EA1" w:rsidRPr="003D3169" w14:paraId="19DB63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31C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521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26A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435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85E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AE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1B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7.63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CBD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1F5EA1" w:rsidRPr="003D3169" w14:paraId="6960E66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2BD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02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108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EC6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20A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1F9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04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9C5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67041E5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90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EB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BF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CAF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438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78E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FA4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4E5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0FE9F98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BB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C4B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70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648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9F0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C5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026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70B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СДТ</w:t>
            </w:r>
          </w:p>
        </w:tc>
      </w:tr>
      <w:tr w:rsidR="001F5EA1" w:rsidRPr="003D3169" w14:paraId="6AA8A4D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55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4F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1D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12F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7E7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8A0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AB3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F24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215E1D5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5B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AC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192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745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045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16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A13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82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1F5EA1" w:rsidRPr="003D3169" w14:paraId="04598DA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F8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30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62F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0E5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98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153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60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8C0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4B20CB9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C32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2D7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277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DE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14.447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50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EA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19F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6C4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НРА</w:t>
            </w:r>
          </w:p>
        </w:tc>
      </w:tr>
      <w:tr w:rsidR="001F5EA1" w:rsidRPr="003D3169" w14:paraId="5190244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F20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FF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436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B96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26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F7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655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80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1F5EA1" w:rsidRPr="003D3169" w14:paraId="5427088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D2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5B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CAE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28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A3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47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46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C5D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 и др.</w:t>
            </w:r>
          </w:p>
        </w:tc>
      </w:tr>
      <w:tr w:rsidR="001F5EA1" w:rsidRPr="003D3169" w14:paraId="4E83587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8C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63D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254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16C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72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93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82F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49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НВС</w:t>
            </w:r>
          </w:p>
        </w:tc>
      </w:tr>
      <w:tr w:rsidR="001F5EA1" w:rsidRPr="003D3169" w14:paraId="6DF0855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D7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DC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E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10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45E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1C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5B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5BE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08AD533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8C8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96B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39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26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A90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ED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208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EDE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53658C7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D83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D3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3FF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6AA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30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6D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DC8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15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АДТ</w:t>
            </w:r>
          </w:p>
        </w:tc>
      </w:tr>
      <w:tr w:rsidR="001F5EA1" w:rsidRPr="003D3169" w14:paraId="25A6F2E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03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53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BE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C58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552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CA5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29C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BD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ннМ</w:t>
            </w:r>
          </w:p>
        </w:tc>
      </w:tr>
      <w:tr w:rsidR="001F5EA1" w:rsidRPr="003D3169" w14:paraId="568D7BB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1E9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8B6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0A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163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174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1E9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99C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E0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ЛММ</w:t>
            </w:r>
          </w:p>
        </w:tc>
      </w:tr>
      <w:tr w:rsidR="001F5EA1" w:rsidRPr="003D3169" w14:paraId="01E2623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38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C4E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5E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91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F68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C8D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F8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A8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100E584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EEE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AE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8DB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720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45A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1B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4C8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15.89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C3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1F5EA1" w:rsidRPr="003D3169" w14:paraId="556ADFD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CB6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64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342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C51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F32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CCF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9A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B09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568F5BB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A06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933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C2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CBA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D9B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96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04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85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ЗСА</w:t>
            </w:r>
          </w:p>
        </w:tc>
      </w:tr>
      <w:tr w:rsidR="001F5EA1" w:rsidRPr="003D3169" w14:paraId="03E0BB5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76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BBD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545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FA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29B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EDA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591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10.02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E50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76656BF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FC5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C67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BB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7F3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613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53E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C5A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70F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ПЦА</w:t>
            </w:r>
          </w:p>
        </w:tc>
      </w:tr>
      <w:tr w:rsidR="001F5EA1" w:rsidRPr="003D3169" w14:paraId="692C151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C46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8B1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02A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FB2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862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04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2F3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DB5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ИГА</w:t>
            </w:r>
          </w:p>
        </w:tc>
      </w:tr>
      <w:tr w:rsidR="001F5EA1" w:rsidRPr="003D3169" w14:paraId="246F220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28F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CF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1D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5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957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ED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701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6.75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9F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ПЦА</w:t>
            </w:r>
          </w:p>
        </w:tc>
      </w:tr>
      <w:tr w:rsidR="001F5EA1" w:rsidRPr="003D3169" w14:paraId="0102D90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965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E0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BAF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703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C8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18E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77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F1A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3CC5781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C64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25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26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A06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00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5FE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1A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5C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ЕАТ</w:t>
            </w:r>
          </w:p>
        </w:tc>
      </w:tr>
      <w:tr w:rsidR="001F5EA1" w:rsidRPr="003D3169" w14:paraId="0232F50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C23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84F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D4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67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8F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F5A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5FC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26.43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1A0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1C9C772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DC5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C0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822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548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40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13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42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25.76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64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ПКМ</w:t>
            </w:r>
          </w:p>
        </w:tc>
      </w:tr>
      <w:tr w:rsidR="001F5EA1" w:rsidRPr="003D3169" w14:paraId="5131991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EC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7FE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D70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D60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B12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94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4BC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964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1BB5DC3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5C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CF2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0A9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09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7FA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39E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242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FF2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1B0BE93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C7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C6F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C6B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00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32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8A0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35B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453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СМГ</w:t>
            </w:r>
          </w:p>
        </w:tc>
      </w:tr>
      <w:tr w:rsidR="001F5EA1" w:rsidRPr="003D3169" w14:paraId="0BD37E7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EF8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EAF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18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A5D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57D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6E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E3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8FE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ЦВС</w:t>
            </w:r>
          </w:p>
        </w:tc>
      </w:tr>
      <w:tr w:rsidR="001F5EA1" w:rsidRPr="003D3169" w14:paraId="6A6208A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7C1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280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352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F64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7A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A98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305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DE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НВС</w:t>
            </w:r>
          </w:p>
        </w:tc>
      </w:tr>
      <w:tr w:rsidR="001F5EA1" w:rsidRPr="003D3169" w14:paraId="637769C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1D5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18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1F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64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D2D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38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48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3B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ТВА</w:t>
            </w:r>
          </w:p>
        </w:tc>
      </w:tr>
      <w:tr w:rsidR="001F5EA1" w:rsidRPr="003D3169" w14:paraId="17EB8A1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F6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0BC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68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7AA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716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86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6E8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6A8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ЕКС</w:t>
            </w:r>
          </w:p>
        </w:tc>
      </w:tr>
      <w:tr w:rsidR="001F5EA1" w:rsidRPr="003D3169" w14:paraId="32004AC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96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3F9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32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10B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F89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890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2F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050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АМИ</w:t>
            </w:r>
          </w:p>
        </w:tc>
      </w:tr>
      <w:tr w:rsidR="001F5EA1" w:rsidRPr="003D3169" w14:paraId="7F63B25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1AE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607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9C4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58A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63B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68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49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AB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4EA4FA1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CD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030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5F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BE7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D78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3A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840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7F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1F5EA1" w:rsidRPr="003D3169" w14:paraId="22AD974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A34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129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63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79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BE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6C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778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8E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ВЗМ</w:t>
            </w:r>
          </w:p>
        </w:tc>
      </w:tr>
      <w:tr w:rsidR="001F5EA1" w:rsidRPr="003D3169" w14:paraId="3FE39CF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052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555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104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5C0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32D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9E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DB5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B68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0ECCD43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1B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D5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2B9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C1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383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59B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74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93C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КЛБ</w:t>
            </w:r>
          </w:p>
        </w:tc>
      </w:tr>
      <w:tr w:rsidR="001F5EA1" w:rsidRPr="003D3169" w14:paraId="47B833D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E6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5B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6D5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F69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124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152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640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63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ЯИА</w:t>
            </w:r>
          </w:p>
        </w:tc>
      </w:tr>
      <w:tr w:rsidR="001F5EA1" w:rsidRPr="003D3169" w14:paraId="12D1030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61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6D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62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FDD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0DA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875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134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278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717B3D8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DB2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E2B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562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D3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7A1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A0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24C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C5F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0CD7324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353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62E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587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98F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7B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F9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251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C9E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НИН</w:t>
            </w:r>
          </w:p>
        </w:tc>
      </w:tr>
      <w:tr w:rsidR="001F5EA1" w:rsidRPr="003D3169" w14:paraId="6D84DB1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CA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ED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42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054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EB0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E8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9E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E1C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5262783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A7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638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8D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F0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027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8A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3E7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634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ЛВС</w:t>
            </w:r>
          </w:p>
        </w:tc>
      </w:tr>
      <w:tr w:rsidR="001F5EA1" w:rsidRPr="003D3169" w14:paraId="09A424D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DA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18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B0A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C3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11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BF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BC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92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МСП</w:t>
            </w:r>
          </w:p>
        </w:tc>
      </w:tr>
      <w:tr w:rsidR="001F5EA1" w:rsidRPr="003D3169" w14:paraId="7CAF491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CF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FC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09A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CE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04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A35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41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5.81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59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ЛНЛ</w:t>
            </w:r>
          </w:p>
        </w:tc>
      </w:tr>
      <w:tr w:rsidR="001F5EA1" w:rsidRPr="003D3169" w14:paraId="4021956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3F6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7D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19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CF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DDA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CD5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D30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28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ИГА</w:t>
            </w:r>
          </w:p>
        </w:tc>
      </w:tr>
      <w:tr w:rsidR="001F5EA1" w:rsidRPr="003D3169" w14:paraId="2C048E3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13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12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2D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F29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947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80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66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4.04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8C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СМГ</w:t>
            </w:r>
          </w:p>
        </w:tc>
      </w:tr>
      <w:tr w:rsidR="001F5EA1" w:rsidRPr="003D3169" w14:paraId="4DE7F34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0BB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BAB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B1B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EC5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84C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E0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AFD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826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398ED10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DDD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33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5D0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483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68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0C1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67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C87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ЛММ</w:t>
            </w:r>
          </w:p>
        </w:tc>
      </w:tr>
      <w:tr w:rsidR="001F5EA1" w:rsidRPr="003D3169" w14:paraId="3B230C1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43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F00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1A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B7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9A2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8C8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EE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282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4FE638E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24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46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E52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A78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03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41F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01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666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ЛПА</w:t>
            </w:r>
          </w:p>
        </w:tc>
      </w:tr>
      <w:tr w:rsidR="001F5EA1" w:rsidRPr="003D3169" w14:paraId="1665B44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2B7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407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DC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48D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F3B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7DE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AF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13.09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16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1F5EA1" w:rsidRPr="003D3169" w14:paraId="135A41D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14F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491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6B8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48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D30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2C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2E3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7E7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НВС</w:t>
            </w:r>
          </w:p>
        </w:tc>
      </w:tr>
      <w:tr w:rsidR="001F5EA1" w:rsidRPr="003D3169" w14:paraId="0EC3586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E0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4F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17D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678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CE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32D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B55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34F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761D06C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B9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3FC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F7D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43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EC7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195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D44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9B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ЕЗГ</w:t>
            </w:r>
          </w:p>
        </w:tc>
      </w:tr>
      <w:tr w:rsidR="001F5EA1" w:rsidRPr="003D3169" w14:paraId="1375B2C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A7C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C4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13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2CE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A3E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CA1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A70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8C4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1F5EA1" w:rsidRPr="003D3169" w14:paraId="4A544F4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8AC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3F3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E8B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B73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0F1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AF5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B83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1BC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ЕВС</w:t>
            </w:r>
          </w:p>
        </w:tc>
      </w:tr>
      <w:tr w:rsidR="001F5EA1" w:rsidRPr="003D3169" w14:paraId="634604A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0B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488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00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9FA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278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A21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35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40A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ЕАТ</w:t>
            </w:r>
          </w:p>
        </w:tc>
      </w:tr>
      <w:tr w:rsidR="001F5EA1" w:rsidRPr="003D3169" w14:paraId="22ADAE3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8B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F2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4A8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0C6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6C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5F8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5A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EAD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СПС</w:t>
            </w:r>
          </w:p>
        </w:tc>
      </w:tr>
      <w:tr w:rsidR="001F5EA1" w:rsidRPr="003D3169" w14:paraId="61FDCEE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074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DA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514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E93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D0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4D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98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A1A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ТПС</w:t>
            </w:r>
          </w:p>
        </w:tc>
      </w:tr>
      <w:tr w:rsidR="001F5EA1" w:rsidRPr="003D3169" w14:paraId="34E7DC0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C0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BD1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E2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7D1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25F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64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6C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F4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70A8E1D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13A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96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85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942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ED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8B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0B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8A6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ТПС</w:t>
            </w:r>
          </w:p>
        </w:tc>
      </w:tr>
      <w:tr w:rsidR="001F5EA1" w:rsidRPr="003D3169" w14:paraId="06824FA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C46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0D7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1A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4E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A6F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44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570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D1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5BA32A0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756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D23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9F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DC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BEF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C70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072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D6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3E00CFE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098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88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94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A4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95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C5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A00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4E6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ГРН</w:t>
            </w:r>
          </w:p>
        </w:tc>
      </w:tr>
      <w:tr w:rsidR="001F5EA1" w:rsidRPr="003D3169" w14:paraId="58E28FB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3F4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EA0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B6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D4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B72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16B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5D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8A2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7B7620C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FA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C9D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66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4F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DE4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9CB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6E8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11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1F5EA1" w:rsidRPr="003D3169" w14:paraId="7AFDB51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EF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24B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538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EB3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A3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31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D50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AF1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ГНВ</w:t>
            </w:r>
          </w:p>
        </w:tc>
      </w:tr>
      <w:tr w:rsidR="001F5EA1" w:rsidRPr="003D3169" w14:paraId="6E7C874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A59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A0B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B1A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B9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BB1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58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301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5A8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1F5EA1" w:rsidRPr="003D3169" w14:paraId="60A163D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E11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8D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247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FF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111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9C0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3CE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D0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ГИА</w:t>
            </w:r>
          </w:p>
        </w:tc>
      </w:tr>
      <w:tr w:rsidR="001F5EA1" w:rsidRPr="003D3169" w14:paraId="222BC9E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157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97C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88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A1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228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D29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99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B3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1F5EA1" w:rsidRPr="003D3169" w14:paraId="46C0DBE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E5D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76C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DA3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1B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512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2FB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7A6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DB8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1F5EA1" w:rsidRPr="003D3169" w14:paraId="6529E75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1A1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A6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11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E60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71A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A0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CF8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EB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78A39BC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D0C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611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C7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9C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59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DB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4A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A1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КЛБ</w:t>
            </w:r>
          </w:p>
        </w:tc>
      </w:tr>
      <w:tr w:rsidR="001F5EA1" w:rsidRPr="003D3169" w14:paraId="62A5A26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B3D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61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CB9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D9A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DD3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678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E9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00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ТВС</w:t>
            </w:r>
          </w:p>
        </w:tc>
      </w:tr>
      <w:tr w:rsidR="001F5EA1" w:rsidRPr="003D3169" w14:paraId="51044E1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74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0A6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51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54C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4D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791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820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2.63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4F1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СГП</w:t>
            </w:r>
          </w:p>
        </w:tc>
      </w:tr>
      <w:tr w:rsidR="001F5EA1" w:rsidRPr="003D3169" w14:paraId="52C6B41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C7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5A3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CFF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EA6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64A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3AE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9BC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82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1F5EA1" w:rsidRPr="003D3169" w14:paraId="4625A28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754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5D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02B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285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E7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3F1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220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F9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1F5EA1" w:rsidRPr="003D3169" w14:paraId="25B2827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899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D9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359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DBD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8FD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4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A4B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EA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ТВА</w:t>
            </w:r>
          </w:p>
        </w:tc>
      </w:tr>
      <w:tr w:rsidR="001F5EA1" w:rsidRPr="003D3169" w14:paraId="6290760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62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3B1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188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DDC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40A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C4B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495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603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КТМ</w:t>
            </w:r>
          </w:p>
        </w:tc>
      </w:tr>
      <w:tr w:rsidR="001F5EA1" w:rsidRPr="003D3169" w14:paraId="1838776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D80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A31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DA9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8BD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53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AF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D8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48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АА.</w:t>
            </w:r>
          </w:p>
        </w:tc>
      </w:tr>
      <w:tr w:rsidR="001F5EA1" w:rsidRPr="003D3169" w14:paraId="570F02B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07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064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B4A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525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6D1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753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302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44D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ЦСК</w:t>
            </w:r>
          </w:p>
        </w:tc>
      </w:tr>
      <w:tr w:rsidR="001F5EA1" w:rsidRPr="003D3169" w14:paraId="15FE493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81C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AB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62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738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1042.174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4D6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2C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291.551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569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2332.41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6F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2759C51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B4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ЛЮБЕНОВ ЕДРЕНОВ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FE6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3DC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77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8AF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6C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7DA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687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6B75829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31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ЛЮБЕНОВ ЕДРЕНОВ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E6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1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52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7D2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485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B0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5E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НИА</w:t>
            </w:r>
          </w:p>
        </w:tc>
      </w:tr>
      <w:tr w:rsidR="001F5EA1" w:rsidRPr="003D3169" w14:paraId="794C7CF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0CA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ЛЮБЕНОВ ЕДРЕНОВ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202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20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E2D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B2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26A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FCA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3F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1F5EA1" w:rsidRPr="003D3169" w14:paraId="64C77FE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B0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ЛЮБЕНОВ ЕДРЕНОВ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E80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090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11F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223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F5C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54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64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 и др.</w:t>
            </w:r>
          </w:p>
        </w:tc>
      </w:tr>
      <w:tr w:rsidR="001F5EA1" w:rsidRPr="003D3169" w14:paraId="5ACC349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83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ЛЮБЕНОВ ЕДРЕНОВ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55D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4C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3A3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6E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576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955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5D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ОНЦ</w:t>
            </w:r>
          </w:p>
        </w:tc>
      </w:tr>
      <w:tr w:rsidR="001F5EA1" w:rsidRPr="003D3169" w14:paraId="20E45C9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9BF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ЛЮБЕНОВ ЕДРЕНОВ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97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83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3C5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91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45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6BF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A3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ХСГ</w:t>
            </w:r>
          </w:p>
        </w:tc>
      </w:tr>
      <w:tr w:rsidR="001F5EA1" w:rsidRPr="003D3169" w14:paraId="693E1B6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89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ЛЮБЕНОВ ЕДРЕНОВ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73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383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105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5D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88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42D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B2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АНЦ</w:t>
            </w:r>
          </w:p>
        </w:tc>
      </w:tr>
      <w:tr w:rsidR="001F5EA1" w:rsidRPr="003D3169" w14:paraId="684DE6E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45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ЛЮБЕНОВ ЕДРЕНОВ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A24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9E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95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8E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381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544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ADC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ПЯС</w:t>
            </w:r>
          </w:p>
        </w:tc>
      </w:tr>
      <w:tr w:rsidR="001F5EA1" w:rsidRPr="003D3169" w14:paraId="72EF4E1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FCF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НИКОЛАЙ ЛЮБЕНОВ ЕДРЕНОВ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D13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2B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D4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5A6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149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11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FB3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010D371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D6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E88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CE8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13A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13.046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097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E2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2.482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31F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19.86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EC2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5C936F9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F3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B2B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3CA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3B9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E3F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093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98E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D87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ЛНЙ</w:t>
            </w:r>
          </w:p>
        </w:tc>
      </w:tr>
      <w:tr w:rsidR="001F5EA1" w:rsidRPr="003D3169" w14:paraId="4612B69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CDA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A61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9C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32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8E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60E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D9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F29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1F5EA1" w:rsidRPr="003D3169" w14:paraId="1C9CC00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D6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36B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46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61D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7F6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021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50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8.22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F8D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ГКМ</w:t>
            </w:r>
          </w:p>
        </w:tc>
      </w:tr>
      <w:tr w:rsidR="001F5EA1" w:rsidRPr="003D3169" w14:paraId="3E3FCB5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0CE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6F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877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1D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BDB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9C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88A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7.36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078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ТСМ</w:t>
            </w:r>
          </w:p>
        </w:tc>
      </w:tr>
      <w:tr w:rsidR="001F5EA1" w:rsidRPr="003D3169" w14:paraId="14C888D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987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76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80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C43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614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3C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DDD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799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1F5EA1" w:rsidRPr="003D3169" w14:paraId="2B244D1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669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CC6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9DB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CD2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453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480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41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66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01208C7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F1E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449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BF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281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A7B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2EB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FEA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DA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1ED3B8E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8CD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2B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82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29D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B7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53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02C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C8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1F5EA1" w:rsidRPr="003D3169" w14:paraId="1812E51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87C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63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45C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2E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E4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682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37E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68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ПВС</w:t>
            </w:r>
          </w:p>
        </w:tc>
      </w:tr>
      <w:tr w:rsidR="001F5EA1" w:rsidRPr="003D3169" w14:paraId="38297BF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BAA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5AB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11D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16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BB9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BDE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BE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D0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ХСГ</w:t>
            </w:r>
          </w:p>
        </w:tc>
      </w:tr>
      <w:tr w:rsidR="001F5EA1" w:rsidRPr="003D3169" w14:paraId="7166C2D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CA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204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0F5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F81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0DF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6CD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40B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659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БСГ</w:t>
            </w:r>
          </w:p>
        </w:tc>
      </w:tr>
      <w:tr w:rsidR="001F5EA1" w:rsidRPr="003D3169" w14:paraId="3121821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DF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71E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AD6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543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14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B4A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AE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BE0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1DD4A51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7BD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F9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237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9A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B8B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7D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1B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7F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СДТ</w:t>
            </w:r>
          </w:p>
        </w:tc>
      </w:tr>
      <w:tr w:rsidR="001F5EA1" w:rsidRPr="003D3169" w14:paraId="05643D7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E86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819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F1D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18B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3B6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A3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B8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171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АНЦ</w:t>
            </w:r>
          </w:p>
        </w:tc>
      </w:tr>
      <w:tr w:rsidR="001F5EA1" w:rsidRPr="003D3169" w14:paraId="44F2C89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7A5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159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354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7D0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1E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4E2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EA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53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ОНЦ</w:t>
            </w:r>
          </w:p>
        </w:tc>
      </w:tr>
      <w:tr w:rsidR="001F5EA1" w:rsidRPr="003D3169" w14:paraId="3F448A0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D6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BB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D05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C3C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9B5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691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43A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5D6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СИБ</w:t>
            </w:r>
          </w:p>
        </w:tc>
      </w:tr>
      <w:tr w:rsidR="001F5EA1" w:rsidRPr="003D3169" w14:paraId="55207D9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05F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EB2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306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32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20B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F35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EEE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E9E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СИБ</w:t>
            </w:r>
          </w:p>
        </w:tc>
      </w:tr>
      <w:tr w:rsidR="001F5EA1" w:rsidRPr="003D3169" w14:paraId="0D56530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FA4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608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406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D7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31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C2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D2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7A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ЮВД</w:t>
            </w:r>
          </w:p>
        </w:tc>
      </w:tr>
      <w:tr w:rsidR="001F5EA1" w:rsidRPr="003D3169" w14:paraId="2CA94DD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AD6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593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2B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6A4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D6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111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045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9.21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369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1F5EA1" w:rsidRPr="003D3169" w14:paraId="44AE0BC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BE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CA1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1E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F8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44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11B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43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7E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АЗГ</w:t>
            </w:r>
          </w:p>
        </w:tc>
      </w:tr>
      <w:tr w:rsidR="001F5EA1" w:rsidRPr="003D3169" w14:paraId="121F2CE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632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79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D2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1CC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B5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DCB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0A5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28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МДМ и др.</w:t>
            </w:r>
          </w:p>
        </w:tc>
      </w:tr>
      <w:tr w:rsidR="001F5EA1" w:rsidRPr="003D3169" w14:paraId="0277C02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AB9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8F2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58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26A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43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C66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D9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F5D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КАП</w:t>
            </w:r>
          </w:p>
        </w:tc>
      </w:tr>
      <w:tr w:rsidR="001F5EA1" w:rsidRPr="003D3169" w14:paraId="2033FB5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362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C3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62E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B03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58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87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630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D34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АБИ</w:t>
            </w:r>
          </w:p>
        </w:tc>
      </w:tr>
      <w:tr w:rsidR="001F5EA1" w:rsidRPr="003D3169" w14:paraId="354E9F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9F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0DD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6E6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D36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F0E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567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58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526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СТБ</w:t>
            </w:r>
          </w:p>
        </w:tc>
      </w:tr>
      <w:tr w:rsidR="001F5EA1" w:rsidRPr="003D3169" w14:paraId="2BA665A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A2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72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D6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47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9F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3B1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24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42B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ПГВ</w:t>
            </w:r>
          </w:p>
        </w:tc>
      </w:tr>
      <w:tr w:rsidR="001F5EA1" w:rsidRPr="003D3169" w14:paraId="39C8D9D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BD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BCD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63B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ECA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9A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98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838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E44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КАП</w:t>
            </w:r>
          </w:p>
        </w:tc>
      </w:tr>
      <w:tr w:rsidR="001F5EA1" w:rsidRPr="003D3169" w14:paraId="0F3C5CC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A20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8BF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DE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3AA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B1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55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F25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B42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МПМ</w:t>
            </w:r>
          </w:p>
        </w:tc>
      </w:tr>
      <w:tr w:rsidR="001F5EA1" w:rsidRPr="003D3169" w14:paraId="6233B6E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0C5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7D7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AF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DA8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37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B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28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47.98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35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286E8E4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E3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19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AA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05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21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2FD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9BF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C2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СНВ</w:t>
            </w:r>
          </w:p>
        </w:tc>
      </w:tr>
      <w:tr w:rsidR="001F5EA1" w:rsidRPr="003D3169" w14:paraId="7270C80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4B0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AA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B91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A2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904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1D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0C7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25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БМГ</w:t>
            </w:r>
          </w:p>
        </w:tc>
      </w:tr>
      <w:tr w:rsidR="001F5EA1" w:rsidRPr="003D3169" w14:paraId="5EB4887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31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47E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3FC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55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DA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FD7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B93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D2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КМГ</w:t>
            </w:r>
          </w:p>
        </w:tc>
      </w:tr>
      <w:tr w:rsidR="001F5EA1" w:rsidRPr="003D3169" w14:paraId="7F0EA1A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550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542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F2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4E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F4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FD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36E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822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ИЛЦ</w:t>
            </w:r>
          </w:p>
        </w:tc>
      </w:tr>
      <w:tr w:rsidR="001F5EA1" w:rsidRPr="003D3169" w14:paraId="1D7B2C4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FB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025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E0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AE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AF2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B4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AD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1AB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67B6902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E2F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CE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57F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C2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18D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1BE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86F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B8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7EF1234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62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4AC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E7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944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672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28E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210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C7B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0C220A8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C0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DE4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328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E9D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4C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8B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1A3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5E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3DE33B7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F8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D24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F8E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5D5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D05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32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455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1C9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1F5EA1" w:rsidRPr="003D3169" w14:paraId="00D8EC0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C8D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8C3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1B8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1EA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93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57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E2D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0B8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НРА</w:t>
            </w:r>
          </w:p>
        </w:tc>
      </w:tr>
      <w:tr w:rsidR="001F5EA1" w:rsidRPr="003D3169" w14:paraId="4449359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3A9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30E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FA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1E7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AF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2A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33E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E3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НРА</w:t>
            </w:r>
          </w:p>
        </w:tc>
      </w:tr>
      <w:tr w:rsidR="001F5EA1" w:rsidRPr="003D3169" w14:paraId="404EBF6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C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A0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34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CBF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EF2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9A4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89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D7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0F1DEC1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118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F0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B02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CB8A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CC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CFC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C9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C46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2FBE023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46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8B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9DE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ABD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E9F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BA5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C6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78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676D6EE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8C9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2B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39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73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3A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DB8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964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02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1F5EA1" w:rsidRPr="003D3169" w14:paraId="0356E21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4E0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77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9D0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046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222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7E8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DCC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B88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2184127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D2B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568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275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E71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C53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79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AFA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63B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4F7A629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00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F20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FBE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D64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A4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2BB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456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A8B2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ЦСК</w:t>
            </w:r>
          </w:p>
        </w:tc>
      </w:tr>
      <w:tr w:rsidR="001F5EA1" w:rsidRPr="003D3169" w14:paraId="081A333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41C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4F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5B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3E2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B58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E3B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E0D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90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54202C9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AA2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24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BAE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859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F7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67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DA1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DF01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1F5EA1" w:rsidRPr="003D3169" w14:paraId="62A1285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5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B2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801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73F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82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8F5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746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A05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ПАИ</w:t>
            </w:r>
          </w:p>
        </w:tc>
      </w:tr>
      <w:tr w:rsidR="001F5EA1" w:rsidRPr="003D3169" w14:paraId="53D5387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621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96B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B73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A2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BD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8E4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C8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0ED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1F5EA1" w:rsidRPr="003D3169" w14:paraId="528707D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78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B8A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C4A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102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64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474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C3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B1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ВМЛ</w:t>
            </w:r>
          </w:p>
        </w:tc>
      </w:tr>
      <w:tr w:rsidR="001F5EA1" w:rsidRPr="003D3169" w14:paraId="68BD6EF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4F2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0E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CBE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793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018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F5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CCB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43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1F5EA1" w:rsidRPr="003D3169" w14:paraId="187C779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FE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8F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60D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2A1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FD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689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BA9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FF6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БИИ</w:t>
            </w:r>
          </w:p>
        </w:tc>
      </w:tr>
      <w:tr w:rsidR="001F5EA1" w:rsidRPr="003D3169" w14:paraId="5EA5F1B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532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E87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6CF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3A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B76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EB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80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D00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КМГ</w:t>
            </w:r>
          </w:p>
        </w:tc>
      </w:tr>
      <w:tr w:rsidR="001F5EA1" w:rsidRPr="003D3169" w14:paraId="33C3D6B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617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0A5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81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E1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4C4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2A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08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170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7F2F5F3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072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8AB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F5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DE6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F0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28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FF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849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ЗСА</w:t>
            </w:r>
          </w:p>
        </w:tc>
      </w:tr>
      <w:tr w:rsidR="001F5EA1" w:rsidRPr="003D3169" w14:paraId="1A58CBE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5BA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8B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78D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F25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5C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6B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9A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C17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ПКМ</w:t>
            </w:r>
          </w:p>
        </w:tc>
      </w:tr>
      <w:tr w:rsidR="001F5EA1" w:rsidRPr="003D3169" w14:paraId="4C301C3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BA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4D8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F22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2CC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788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E45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FE0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AA6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СЕХ</w:t>
            </w:r>
          </w:p>
        </w:tc>
      </w:tr>
      <w:tr w:rsidR="001F5EA1" w:rsidRPr="003D3169" w14:paraId="384FD7C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33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03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479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E7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FB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555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D34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572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НАН</w:t>
            </w:r>
          </w:p>
        </w:tc>
      </w:tr>
      <w:tr w:rsidR="001F5EA1" w:rsidRPr="003D3169" w14:paraId="46AB834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52D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7E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40C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86F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DED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A81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E5D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44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1F5EA1" w:rsidRPr="003D3169" w14:paraId="62EA83F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759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87F3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454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888D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753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6D3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454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DD9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3DABC31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6E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21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CF27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EE1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1B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7F3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37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19.20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8F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1B63D0F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874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9B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A69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111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723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730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20A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18.00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D75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ГМГ</w:t>
            </w:r>
          </w:p>
        </w:tc>
      </w:tr>
      <w:tr w:rsidR="001F5EA1" w:rsidRPr="003D3169" w14:paraId="43D35F2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410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6B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1D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034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7AC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94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9C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E53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ЗСА</w:t>
            </w:r>
          </w:p>
        </w:tc>
      </w:tr>
      <w:tr w:rsidR="001F5EA1" w:rsidRPr="003D3169" w14:paraId="1A67965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49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EF6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2D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D7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463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ECE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1EF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A6E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ОНЦ</w:t>
            </w:r>
          </w:p>
        </w:tc>
      </w:tr>
      <w:tr w:rsidR="001F5EA1" w:rsidRPr="003D3169" w14:paraId="7E8DB59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E2F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D3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2D5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7E8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1CF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70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46E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66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7F02FFA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D71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36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63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E4C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70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4F0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A5B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172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3236963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7B3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77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D79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9D8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420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884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159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0A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ВДМ</w:t>
            </w:r>
          </w:p>
        </w:tc>
      </w:tr>
      <w:tr w:rsidR="001F5EA1" w:rsidRPr="003D3169" w14:paraId="0ED9CB0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E14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CF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EB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F0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440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9B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ACF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16.00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389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1F5EA1" w:rsidRPr="003D3169" w14:paraId="39F37FC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E39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30C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E882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32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925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F2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6B0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FF8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1F5EA1" w:rsidRPr="003D3169" w14:paraId="69F70AA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A99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C0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D71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37A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12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0B5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D3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99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1F5EA1" w:rsidRPr="003D3169" w14:paraId="15F6AEE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CA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78B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66E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6D9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56D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19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0FA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C2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4A1C73E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0D4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A9A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3E1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C9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FD8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7CD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9A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14.40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2F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ГНВ</w:t>
            </w:r>
          </w:p>
        </w:tc>
      </w:tr>
      <w:tr w:rsidR="001F5EA1" w:rsidRPr="003D3169" w14:paraId="274B2E5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62A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7E7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27E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E089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BB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59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DD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0C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1F5EA1" w:rsidRPr="003D3169" w14:paraId="439A358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61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9A3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0C5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C27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FFF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05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40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BE0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ПЯС</w:t>
            </w:r>
          </w:p>
        </w:tc>
      </w:tr>
      <w:tr w:rsidR="001F5EA1" w:rsidRPr="003D3169" w14:paraId="222002C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396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9B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BC1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812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58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E4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BE0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5F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62E85B6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873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3C7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DC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D13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6C9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0B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DCC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3A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ДЦА</w:t>
            </w:r>
          </w:p>
        </w:tc>
      </w:tr>
      <w:tr w:rsidR="001F5EA1" w:rsidRPr="003D3169" w14:paraId="1A37246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783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E3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42C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EB8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721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A0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A7E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72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Земи по чл.19 от ЗСПЗЗ</w:t>
            </w:r>
          </w:p>
        </w:tc>
      </w:tr>
      <w:tr w:rsidR="001F5EA1" w:rsidRPr="003D3169" w14:paraId="0BEF059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A4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1D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0F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3B9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68C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00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006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A86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2F090AF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E5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4E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6F5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860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519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CB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0B0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7B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АНЦ</w:t>
            </w:r>
          </w:p>
        </w:tc>
      </w:tr>
      <w:tr w:rsidR="001F5EA1" w:rsidRPr="003D3169" w14:paraId="3160A43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769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701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DF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7E2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8B0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739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57F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8C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0C734A4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B2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57C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CCA5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C69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FF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12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BE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D3F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ПЦА</w:t>
            </w:r>
          </w:p>
        </w:tc>
      </w:tr>
      <w:tr w:rsidR="001F5EA1" w:rsidRPr="003D3169" w14:paraId="25316A9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5CB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21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0B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F2D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B54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49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5D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15B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1F5EA1" w:rsidRPr="003D3169" w14:paraId="0F54BF7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2CA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C41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AD2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E2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03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810A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4D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BAD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ЗСА</w:t>
            </w:r>
          </w:p>
        </w:tc>
      </w:tr>
      <w:tr w:rsidR="001F5EA1" w:rsidRPr="003D3169" w14:paraId="00AC835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E7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F3D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74D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CD8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CE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305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64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202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3A2F796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07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6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7E0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818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922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3A2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B4B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2D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67BE2A5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03DA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916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75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FC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349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ED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2EB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821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7681BF4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C42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6B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F3D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50A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5B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93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A9C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A8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1F5EA1" w:rsidRPr="003D3169" w14:paraId="20F9757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DF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D42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2EA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BB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BD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63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C4C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BF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ТВС</w:t>
            </w:r>
          </w:p>
        </w:tc>
      </w:tr>
      <w:tr w:rsidR="001F5EA1" w:rsidRPr="003D3169" w14:paraId="324BF6D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B35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245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A51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04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D54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468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694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47D6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СЦК</w:t>
            </w:r>
          </w:p>
        </w:tc>
      </w:tr>
      <w:tr w:rsidR="001F5EA1" w:rsidRPr="003D3169" w14:paraId="6929B61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889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8B6A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3F0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B2B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97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1DE1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21B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52D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2CB6E0E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C05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B05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F60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672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7F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79D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75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5C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ГИА</w:t>
            </w:r>
          </w:p>
        </w:tc>
      </w:tr>
      <w:tr w:rsidR="001F5EA1" w:rsidRPr="003D3169" w14:paraId="06186CD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38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418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5C5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927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EC4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550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E1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870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687C6C8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413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BB4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E4BD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F91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F0F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869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74B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752B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7505F57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C46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CB2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C1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93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4F7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6E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38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6F5F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КМГ</w:t>
            </w:r>
          </w:p>
        </w:tc>
      </w:tr>
      <w:tr w:rsidR="001F5EA1" w:rsidRPr="003D3169" w14:paraId="0DD7D6F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6CB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45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7DD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9FA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B4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99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96B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AC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1F5EA1" w:rsidRPr="003D3169" w14:paraId="41DE9A94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ECE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A2A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1A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A1E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1C4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5DF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2.946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C41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23.57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9E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ЙТБ</w:t>
            </w:r>
          </w:p>
        </w:tc>
      </w:tr>
      <w:tr w:rsidR="001F5EA1" w:rsidRPr="003D3169" w14:paraId="1246A4B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EC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3B7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1BF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CBF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48A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9B0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37D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EC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ДНБ</w:t>
            </w:r>
          </w:p>
        </w:tc>
      </w:tr>
      <w:tr w:rsidR="001F5EA1" w:rsidRPr="003D3169" w14:paraId="3FD6BB0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DD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B42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3E9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42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AD2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C71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50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E7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1F5EA1" w:rsidRPr="003D3169" w14:paraId="64072AA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1A8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50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DD8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AC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454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B65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361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14.00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F5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6B5FBDA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B8B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4B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F9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E6F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3BF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041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1E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12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СПП</w:t>
            </w:r>
          </w:p>
        </w:tc>
      </w:tr>
      <w:tr w:rsidR="001F5EA1" w:rsidRPr="003D3169" w14:paraId="720D66F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CB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E99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6DE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044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BC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438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0BBF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AB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СТБ</w:t>
            </w:r>
          </w:p>
        </w:tc>
      </w:tr>
      <w:tr w:rsidR="001F5EA1" w:rsidRPr="003D3169" w14:paraId="26F0B83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41E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21E9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D15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86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FC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C28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E3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B6E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ТМГ</w:t>
            </w:r>
          </w:p>
        </w:tc>
      </w:tr>
      <w:tr w:rsidR="001F5EA1" w:rsidRPr="003D3169" w14:paraId="5BE4FD7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849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A1E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5D5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57D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3B4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EF6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15C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ACD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ГИА</w:t>
            </w:r>
          </w:p>
        </w:tc>
      </w:tr>
      <w:tr w:rsidR="001F5EA1" w:rsidRPr="003D3169" w14:paraId="05D21EC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DBF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FE6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DCA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B43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0BF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36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D62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F3C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АСА</w:t>
            </w:r>
          </w:p>
        </w:tc>
      </w:tr>
      <w:tr w:rsidR="001F5EA1" w:rsidRPr="003D3169" w14:paraId="36EE9F6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3F6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5C6B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5A90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376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47CD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6B6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556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45E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СИБ</w:t>
            </w:r>
          </w:p>
        </w:tc>
      </w:tr>
      <w:tr w:rsidR="001F5EA1" w:rsidRPr="003D3169" w14:paraId="61E6BBE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06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20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1C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CE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0019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18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163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2111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1F5EA1" w:rsidRPr="003D3169" w14:paraId="1847698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291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DC1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7E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FFC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E4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7EE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09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34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3BB9514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729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1B6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A1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DB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00E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672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ADD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697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ВЗМ</w:t>
            </w:r>
          </w:p>
        </w:tc>
      </w:tr>
      <w:tr w:rsidR="001F5EA1" w:rsidRPr="003D3169" w14:paraId="4BFA795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32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E59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2D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D6D3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FDA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95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165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6DF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ТАМ</w:t>
            </w:r>
          </w:p>
        </w:tc>
      </w:tr>
      <w:tr w:rsidR="001F5EA1" w:rsidRPr="003D3169" w14:paraId="43A6548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C2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4B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1DA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3F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0E8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586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AD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8508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АДТ</w:t>
            </w:r>
          </w:p>
        </w:tc>
      </w:tr>
      <w:tr w:rsidR="001F5EA1" w:rsidRPr="003D3169" w14:paraId="764CCBA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5F1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F6E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9C4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667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61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1CD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589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7BC3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АНМ</w:t>
            </w:r>
          </w:p>
        </w:tc>
      </w:tr>
      <w:tr w:rsidR="001F5EA1" w:rsidRPr="003D3169" w14:paraId="554B8D4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E4D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43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777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C30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B3C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0E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13A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B223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МАМ</w:t>
            </w:r>
          </w:p>
        </w:tc>
      </w:tr>
      <w:tr w:rsidR="001F5EA1" w:rsidRPr="003D3169" w14:paraId="13A6FC0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8216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5E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FA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CD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2B8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42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BA9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64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ЕКС</w:t>
            </w:r>
          </w:p>
        </w:tc>
      </w:tr>
      <w:tr w:rsidR="001F5EA1" w:rsidRPr="003D3169" w14:paraId="5C8CA81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F63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AC4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FCF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6FF5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F8B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D12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35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10E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КАС</w:t>
            </w:r>
          </w:p>
        </w:tc>
      </w:tr>
      <w:tr w:rsidR="001F5EA1" w:rsidRPr="003D3169" w14:paraId="5CC3E0E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9386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563D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1C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B5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A0B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A9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67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17.48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E9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ВТС</w:t>
            </w:r>
          </w:p>
        </w:tc>
      </w:tr>
      <w:tr w:rsidR="001F5EA1" w:rsidRPr="003D3169" w14:paraId="081E30E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CC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84C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AFB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D6F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0A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81E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E3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2BC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1F5EA1" w:rsidRPr="003D3169" w14:paraId="3BF6B19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F03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C7A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217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A34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AF6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78C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A2B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CAE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ЛЗМ</w:t>
            </w:r>
          </w:p>
        </w:tc>
      </w:tr>
      <w:tr w:rsidR="001F5EA1" w:rsidRPr="003D3169" w14:paraId="7E25E63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883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06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D84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C84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A3C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8EB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D9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770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НАН</w:t>
            </w:r>
          </w:p>
        </w:tc>
      </w:tr>
      <w:tr w:rsidR="001F5EA1" w:rsidRPr="003D3169" w14:paraId="4EA12D3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DCA8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FBBA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F57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B75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B8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D97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AE8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31F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СЯС</w:t>
            </w:r>
          </w:p>
        </w:tc>
      </w:tr>
      <w:tr w:rsidR="001F5EA1" w:rsidRPr="003D3169" w14:paraId="04FF4B1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1932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7A4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B021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816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E30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5DE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434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0B9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ЛНЙ</w:t>
            </w:r>
          </w:p>
        </w:tc>
      </w:tr>
      <w:tr w:rsidR="001F5EA1" w:rsidRPr="003D3169" w14:paraId="3DB76D4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31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529C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038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5B0A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34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70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E6F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B368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1E55A2F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7F2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E55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11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59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F6AE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456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C92B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643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043441B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C9D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8E2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765D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52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30E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E4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DBB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8DB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611308D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92B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1AFF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818A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79A6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B87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E0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0.766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E89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F23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СЛД</w:t>
            </w:r>
          </w:p>
        </w:tc>
      </w:tr>
      <w:tr w:rsidR="001F5EA1" w:rsidRPr="003D3169" w14:paraId="12A6C03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723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F63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25F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BCD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647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513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A5F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18C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ДМБ</w:t>
            </w:r>
          </w:p>
        </w:tc>
      </w:tr>
      <w:tr w:rsidR="001F5EA1" w:rsidRPr="003D3169" w14:paraId="72D3B65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29C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517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28F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A408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310.372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A5CD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7E6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33.467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E4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267.74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A9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4BB9291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36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E82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7B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1FD4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5.463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E61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5B7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BC63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DC1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РСК и др.</w:t>
            </w:r>
          </w:p>
        </w:tc>
      </w:tr>
      <w:tr w:rsidR="001F5EA1" w:rsidRPr="003D3169" w14:paraId="1CB900E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A28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2C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74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A9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A23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8DB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A63B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1557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49C86F7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4D1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E45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BED5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C33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0D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38D9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CFA0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F2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1986CE9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9312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6CF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3A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15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491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038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43D2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DA5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ЗНС</w:t>
            </w:r>
          </w:p>
        </w:tc>
      </w:tr>
      <w:tr w:rsidR="001F5EA1" w:rsidRPr="003D3169" w14:paraId="3AFBE39A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F426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440D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757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1D3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34A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AE4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61C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44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5BC1EBF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764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244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213D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FFB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A297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E96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2EE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5B5F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ЦВК</w:t>
            </w:r>
          </w:p>
        </w:tc>
      </w:tr>
      <w:tr w:rsidR="001F5EA1" w:rsidRPr="003D3169" w14:paraId="53CE339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4D0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BC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811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E23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E9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BF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B0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F9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ТАМ</w:t>
            </w:r>
          </w:p>
        </w:tc>
      </w:tr>
      <w:tr w:rsidR="001F5EA1" w:rsidRPr="003D3169" w14:paraId="5CC3C36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EC3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02C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5EC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D0A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2B6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69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DE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D35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ГВА</w:t>
            </w:r>
          </w:p>
        </w:tc>
      </w:tr>
      <w:tr w:rsidR="001F5EA1" w:rsidRPr="003D3169" w14:paraId="530E74A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829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9ABF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74B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E76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F6B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92F5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A995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96B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37E13DA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F34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633D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6D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C99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BCB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751E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3A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A3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БКЛ</w:t>
            </w:r>
          </w:p>
        </w:tc>
      </w:tr>
      <w:tr w:rsidR="001F5EA1" w:rsidRPr="003D3169" w14:paraId="75AD3B8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EC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BEAB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73D3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B0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7430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3D2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9294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47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1AD2F110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A37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2A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1C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50F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942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447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7A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EAC3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10A0161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B6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9B2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76F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B6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C315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A7A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686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DB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ЙТБ</w:t>
            </w:r>
          </w:p>
        </w:tc>
      </w:tr>
      <w:tr w:rsidR="001F5EA1" w:rsidRPr="003D3169" w14:paraId="36E3DAB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CCB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B72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4114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8CCC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E5C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B8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31E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6.85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73F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СМГ</w:t>
            </w:r>
          </w:p>
        </w:tc>
      </w:tr>
      <w:tr w:rsidR="001F5EA1" w:rsidRPr="003D3169" w14:paraId="4118FFCF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AA8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A0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B758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786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524E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6B9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89B1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2064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ПКЛ</w:t>
            </w:r>
          </w:p>
        </w:tc>
      </w:tr>
      <w:tr w:rsidR="001F5EA1" w:rsidRPr="003D3169" w14:paraId="2C8FF76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6C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FB0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4E8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31B2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4.338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508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0B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D5D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7EA3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67EEBD8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2D43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49C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7A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0EE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6130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D71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EFA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FE9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1F5EA1" w:rsidRPr="003D3169" w14:paraId="44449A1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9C5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E92B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F2E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0262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55C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9A1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EE1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E1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РСК и др.</w:t>
            </w:r>
          </w:p>
        </w:tc>
      </w:tr>
      <w:tr w:rsidR="001F5EA1" w:rsidRPr="003D3169" w14:paraId="4D21464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B0C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A9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C4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054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72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EC87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E62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D25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КПМ</w:t>
            </w:r>
          </w:p>
        </w:tc>
      </w:tr>
      <w:tr w:rsidR="001F5EA1" w:rsidRPr="003D3169" w14:paraId="5B33DB2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1DB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B3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66C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369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D4CE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B5B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9C9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5EB6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ЗНС</w:t>
            </w:r>
          </w:p>
        </w:tc>
      </w:tr>
      <w:tr w:rsidR="001F5EA1" w:rsidRPr="003D3169" w14:paraId="381F6B9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3F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143F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899E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5A1A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6DF2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AF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8E4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69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ПЛД</w:t>
            </w:r>
          </w:p>
        </w:tc>
      </w:tr>
      <w:tr w:rsidR="001F5EA1" w:rsidRPr="003D3169" w14:paraId="6798DD75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EC3F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195B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9F2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16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43C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E87B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B60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8DAA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ГИД</w:t>
            </w:r>
          </w:p>
        </w:tc>
      </w:tr>
      <w:tr w:rsidR="001F5EA1" w:rsidRPr="003D3169" w14:paraId="71B2815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B2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345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858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DF7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AEF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59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B6A0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F920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ЕЛС</w:t>
            </w:r>
          </w:p>
        </w:tc>
      </w:tr>
      <w:tr w:rsidR="001F5EA1" w:rsidRPr="003D3169" w14:paraId="2477BDC7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9D7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B065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E95B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499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7FE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6643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F34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28C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ТГМ</w:t>
            </w:r>
          </w:p>
        </w:tc>
      </w:tr>
      <w:tr w:rsidR="001F5EA1" w:rsidRPr="003D3169" w14:paraId="7C7A1E79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8407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6E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D54B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FD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A4B9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39B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9CDF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E387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1F5EA1" w:rsidRPr="003D3169" w14:paraId="30EF6482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00CF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E1E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3F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1764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481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F0F6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880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755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1F5EA1" w:rsidRPr="003D3169" w14:paraId="658043CD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96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828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D811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EF2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791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3DD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4C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3.76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B0F8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ГИИ</w:t>
            </w:r>
          </w:p>
        </w:tc>
      </w:tr>
      <w:tr w:rsidR="001F5EA1" w:rsidRPr="003D3169" w14:paraId="559F165B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5F66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lastRenderedPageBreak/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7D1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2F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C1DA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A329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370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2C1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3368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ЕКС</w:t>
            </w:r>
          </w:p>
        </w:tc>
      </w:tr>
      <w:tr w:rsidR="001F5EA1" w:rsidRPr="003D3169" w14:paraId="265392CE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87E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0C4B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D26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0D57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70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F87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FD3C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C9C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СДД</w:t>
            </w:r>
          </w:p>
        </w:tc>
      </w:tr>
      <w:tr w:rsidR="001F5EA1" w:rsidRPr="003D3169" w14:paraId="7C0DFFC6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3A1D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31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BF39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101.20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CF82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95D5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C22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D77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0AC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ЦВК</w:t>
            </w:r>
          </w:p>
        </w:tc>
      </w:tr>
      <w:tr w:rsidR="001F5EA1" w:rsidRPr="003D3169" w14:paraId="1042883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4E6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F4E4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4A8B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92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38.834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3C18D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1F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1.596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8628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12.77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99E80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EA1" w:rsidRPr="003D3169" w14:paraId="41456D2C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84A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1E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A714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A3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2.463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2A4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740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1E0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416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ПБМ и др.</w:t>
            </w:r>
          </w:p>
        </w:tc>
      </w:tr>
      <w:tr w:rsidR="001F5EA1" w:rsidRPr="003D3169" w14:paraId="132F187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A14B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9814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6D1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6A47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116A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F6DF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9B3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5791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ЛСТ</w:t>
            </w:r>
          </w:p>
        </w:tc>
      </w:tr>
      <w:tr w:rsidR="001F5EA1" w:rsidRPr="003D3169" w14:paraId="4CBCA8A8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9547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F4B2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D06D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96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17A43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2F9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A5FC4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8A69E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МПМ</w:t>
            </w:r>
          </w:p>
        </w:tc>
      </w:tr>
      <w:tr w:rsidR="001F5EA1" w:rsidRPr="003D3169" w14:paraId="3EFC9F81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03C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ЦАНКО МИЛЕТИЕВ ВЕЛИЧКОВ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0F37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8CD9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A81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28DEC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B565A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765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B18F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sz w:val="16"/>
                <w:szCs w:val="16"/>
              </w:rPr>
              <w:t>ТББ</w:t>
            </w:r>
          </w:p>
        </w:tc>
      </w:tr>
      <w:tr w:rsidR="001F5EA1" w:rsidRPr="003D3169" w14:paraId="0CA36F33" w14:textId="77777777" w:rsidTr="001F5EA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E8B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6795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9479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DBB8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3.777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EE26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02C48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F7F0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D3169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0437" w14:textId="77777777" w:rsidR="001F5EA1" w:rsidRPr="003D3169" w:rsidRDefault="001F5EA1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F4B005" w14:textId="65385C65" w:rsidR="00707F86" w:rsidRDefault="00707F86" w:rsidP="005745ED">
      <w:pPr>
        <w:ind w:firstLine="720"/>
        <w:jc w:val="both"/>
        <w:rPr>
          <w:lang w:val="bg-BG"/>
        </w:rPr>
      </w:pPr>
    </w:p>
    <w:p w14:paraId="13D9AD52" w14:textId="77777777" w:rsidR="00505A7C" w:rsidRDefault="00505A7C" w:rsidP="005745ED">
      <w:pPr>
        <w:ind w:firstLine="720"/>
        <w:jc w:val="both"/>
        <w:rPr>
          <w:lang w:val="bg-BG"/>
        </w:rPr>
      </w:pPr>
    </w:p>
    <w:p w14:paraId="3944093A" w14:textId="77777777" w:rsidR="00BA238F" w:rsidRPr="00CE78CA" w:rsidRDefault="00BA238F" w:rsidP="00BA238F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14:paraId="0222CD97" w14:textId="77777777" w:rsidR="00BA238F" w:rsidRPr="002725F6" w:rsidRDefault="00BA238F" w:rsidP="00BA238F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14:paraId="0C35D354" w14:textId="77777777" w:rsidR="00BA238F" w:rsidRPr="00992DF8" w:rsidRDefault="00BA238F" w:rsidP="00BA238F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>т по сметка за чужди средства в областна дирекция "Земеделие" – София област</w:t>
      </w:r>
      <w:r>
        <w:rPr>
          <w:b/>
          <w:lang w:val="ru-RU"/>
        </w:rPr>
        <w:t xml:space="preserve">, Банка: 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14:paraId="07F8FD36" w14:textId="77777777" w:rsidR="00BA238F" w:rsidRPr="004A35CC" w:rsidRDefault="00BA238F" w:rsidP="00BA238F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 </w:t>
      </w:r>
      <w:r>
        <w:rPr>
          <w:i/>
          <w:lang w:val="ru-RU"/>
        </w:rPr>
        <w:tab/>
      </w:r>
      <w:r w:rsidRPr="00A10243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A10243">
        <w:rPr>
          <w:b/>
          <w:i/>
          <w:lang w:val="ru-RU"/>
        </w:rPr>
        <w:t>се прилага чл. 37в, ал. 7 от ЗСПЗЗ.</w:t>
      </w:r>
    </w:p>
    <w:p w14:paraId="7616B3DB" w14:textId="77777777" w:rsidR="00BA238F" w:rsidRPr="004A35CC" w:rsidRDefault="00BA238F" w:rsidP="00BA238F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14:paraId="5FFED2CB" w14:textId="79FBFD29" w:rsidR="00BA238F" w:rsidRDefault="00BA238F" w:rsidP="00BA238F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връчена на началника на ОСЗ –Божурище</w:t>
      </w:r>
      <w:r w:rsidRPr="00CE78CA">
        <w:rPr>
          <w:lang w:val="ru-RU"/>
        </w:rPr>
        <w:t xml:space="preserve"> и на представителите на община</w:t>
      </w:r>
      <w:r>
        <w:rPr>
          <w:lang w:val="ru-RU"/>
        </w:rPr>
        <w:t xml:space="preserve"> Божурище </w:t>
      </w:r>
      <w:r w:rsidRPr="00CE78CA">
        <w:rPr>
          <w:lang w:val="ru-RU"/>
        </w:rPr>
        <w:t>и кметс</w:t>
      </w:r>
      <w:r>
        <w:rPr>
          <w:lang w:val="ru-RU"/>
        </w:rPr>
        <w:t xml:space="preserve">тво </w:t>
      </w:r>
      <w:r w:rsidRPr="00CE78CA">
        <w:rPr>
          <w:lang w:val="ru-RU"/>
        </w:rPr>
        <w:t>с</w:t>
      </w:r>
      <w:r>
        <w:rPr>
          <w:lang w:val="ru-RU"/>
        </w:rPr>
        <w:t>.</w:t>
      </w:r>
      <w:r>
        <w:rPr>
          <w:lang w:val="bg-BG"/>
        </w:rPr>
        <w:t>Росоман</w:t>
      </w:r>
      <w:r w:rsidRPr="00CE78CA">
        <w:rPr>
          <w:lang w:val="ru-RU"/>
        </w:rPr>
        <w:t>, участници в комисията – за сведение и изпълнение.</w:t>
      </w:r>
    </w:p>
    <w:p w14:paraId="4DE9A0D1" w14:textId="77777777" w:rsidR="00BA238F" w:rsidRDefault="00BA238F" w:rsidP="00BA238F">
      <w:pPr>
        <w:ind w:firstLine="709"/>
        <w:jc w:val="both"/>
        <w:rPr>
          <w:lang w:val="bg-BG"/>
        </w:rPr>
      </w:pPr>
      <w:r>
        <w:rPr>
          <w:lang w:val="bg-BG"/>
        </w:rPr>
        <w:tab/>
      </w:r>
      <w:r w:rsidRPr="0083710E">
        <w:rPr>
          <w:lang w:val="bg-BG"/>
        </w:rPr>
        <w:t>Контрола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16CB616C" w14:textId="77777777" w:rsidR="00BA238F" w:rsidRDefault="00BA238F" w:rsidP="00BA238F">
      <w:pPr>
        <w:jc w:val="both"/>
        <w:rPr>
          <w:lang w:val="bg-BG"/>
        </w:rPr>
      </w:pPr>
    </w:p>
    <w:p w14:paraId="13652A81" w14:textId="77777777" w:rsidR="00BA238F" w:rsidRPr="00535D58" w:rsidRDefault="00BA238F" w:rsidP="00BA238F">
      <w:pPr>
        <w:jc w:val="both"/>
        <w:rPr>
          <w:lang w:val="bg-BG"/>
        </w:rPr>
      </w:pPr>
    </w:p>
    <w:p w14:paraId="2B1C482B" w14:textId="77777777" w:rsidR="00BA238F" w:rsidRPr="00CE78CA" w:rsidRDefault="00BA238F" w:rsidP="00BA238F">
      <w:pPr>
        <w:ind w:firstLine="709"/>
        <w:jc w:val="both"/>
        <w:rPr>
          <w:u w:val="single"/>
          <w:lang w:val="bg-BG"/>
        </w:rPr>
      </w:pPr>
    </w:p>
    <w:p w14:paraId="77096106" w14:textId="0B144F80" w:rsidR="00BA238F" w:rsidRPr="00CE78CA" w:rsidRDefault="00BA238F" w:rsidP="00BA238F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A85B34">
        <w:rPr>
          <w:b/>
          <w:lang w:val="bg-BG"/>
        </w:rPr>
        <w:t xml:space="preserve">   /П/</w:t>
      </w:r>
      <w:bookmarkStart w:id="5" w:name="_GoBack"/>
      <w:bookmarkEnd w:id="5"/>
    </w:p>
    <w:p w14:paraId="3DDC275B" w14:textId="77777777" w:rsidR="00BA238F" w:rsidRPr="00FA15EF" w:rsidRDefault="00BA238F" w:rsidP="00BA238F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41DE916B" w14:textId="77777777" w:rsidR="00BA238F" w:rsidRPr="00CE78CA" w:rsidRDefault="00BA238F" w:rsidP="00BA238F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127D9B07" w14:textId="77777777" w:rsidR="00BA238F" w:rsidRPr="00CE78CA" w:rsidRDefault="00BA238F" w:rsidP="00BA238F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77B11742" w14:textId="77777777" w:rsidR="00BA238F" w:rsidRPr="00E16D9A" w:rsidRDefault="00BA238F" w:rsidP="00BA238F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A10243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14:paraId="5FD63643" w14:textId="77777777" w:rsidR="00BA238F" w:rsidRDefault="00BA238F" w:rsidP="00BA238F">
      <w:pPr>
        <w:rPr>
          <w:i/>
          <w:lang w:val="bg-BG"/>
        </w:rPr>
      </w:pPr>
    </w:p>
    <w:p w14:paraId="37EC88C6" w14:textId="77777777" w:rsidR="00BA238F" w:rsidRPr="00CE78CA" w:rsidRDefault="00BA238F" w:rsidP="00BA238F">
      <w:pPr>
        <w:rPr>
          <w:i/>
          <w:lang w:val="bg-BG"/>
        </w:rPr>
      </w:pPr>
    </w:p>
    <w:p w14:paraId="11F2CBA5" w14:textId="2A7B30D7" w:rsidR="00EE0F93" w:rsidRDefault="00EE0F93" w:rsidP="00BA238F">
      <w:pPr>
        <w:ind w:firstLine="720"/>
        <w:jc w:val="both"/>
        <w:textAlignment w:val="center"/>
        <w:rPr>
          <w:i/>
          <w:iCs/>
          <w:sz w:val="20"/>
          <w:lang w:val="bg-BG"/>
        </w:rPr>
      </w:pPr>
    </w:p>
    <w:sectPr w:rsidR="00EE0F93" w:rsidSect="00FD0F5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AA56A" w14:textId="77777777" w:rsidR="00976D90" w:rsidRDefault="00976D90">
      <w:r>
        <w:separator/>
      </w:r>
    </w:p>
  </w:endnote>
  <w:endnote w:type="continuationSeparator" w:id="0">
    <w:p w14:paraId="59D9E313" w14:textId="77777777" w:rsidR="00976D90" w:rsidRDefault="0097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A760F" w:rsidRDefault="006A760F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6A760F" w:rsidRDefault="006A760F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E0488" w14:textId="1A0A1942" w:rsidR="006A760F" w:rsidRPr="00713EC9" w:rsidRDefault="006A760F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A85B34">
      <w:rPr>
        <w:rStyle w:val="PageNumber"/>
        <w:noProof/>
        <w:sz w:val="18"/>
      </w:rPr>
      <w:t>19</w:t>
    </w:r>
    <w:r w:rsidRPr="00713EC9">
      <w:rPr>
        <w:rStyle w:val="PageNumber"/>
        <w:sz w:val="18"/>
      </w:rPr>
      <w:fldChar w:fldCharType="end"/>
    </w:r>
  </w:p>
  <w:p w14:paraId="5351D265" w14:textId="77777777" w:rsidR="00BA238F" w:rsidRPr="002B412A" w:rsidRDefault="00BA238F" w:rsidP="00BA238F">
    <w:pPr>
      <w:spacing w:after="200" w:line="276" w:lineRule="auto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05015751" w14:textId="77777777" w:rsidR="00BA238F" w:rsidRPr="002B412A" w:rsidRDefault="00BA238F" w:rsidP="00BA238F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0DF700C8" w14:textId="77777777" w:rsidR="006A760F" w:rsidRPr="00835BBA" w:rsidRDefault="006A760F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B3F80" w14:textId="77777777" w:rsidR="003E025E" w:rsidRPr="002B412A" w:rsidRDefault="003E025E" w:rsidP="003E025E">
    <w:pPr>
      <w:spacing w:after="200" w:line="276" w:lineRule="auto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3B300650" w14:textId="77777777" w:rsidR="003E025E" w:rsidRPr="002B412A" w:rsidRDefault="003E025E" w:rsidP="003E025E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4D099F30" w14:textId="1139958F" w:rsidR="006A760F" w:rsidRPr="003E025E" w:rsidRDefault="006A760F" w:rsidP="003E0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EB3A8" w14:textId="77777777" w:rsidR="00976D90" w:rsidRDefault="00976D90">
      <w:r>
        <w:separator/>
      </w:r>
    </w:p>
  </w:footnote>
  <w:footnote w:type="continuationSeparator" w:id="0">
    <w:p w14:paraId="2253AAF8" w14:textId="77777777" w:rsidR="00976D90" w:rsidRDefault="00976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6A760F" w:rsidRPr="005B69F7" w:rsidRDefault="00E339BB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C052F67" w:rsidR="006A760F" w:rsidRPr="005B69F7" w:rsidRDefault="00E339BB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B2864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1761C8">
      <w:rPr>
        <w:rFonts w:ascii="Helen Bg Condensed" w:hAnsi="Helen Bg Condensed"/>
        <w:spacing w:val="40"/>
        <w:sz w:val="30"/>
        <w:szCs w:val="30"/>
      </w:rPr>
      <w:t xml:space="preserve"> </w:t>
    </w:r>
    <w:r w:rsidR="00E4614E">
      <w:rPr>
        <w:rFonts w:ascii="Helen Bg Condensed" w:hAnsi="Helen Bg Condensed"/>
        <w:spacing w:val="40"/>
        <w:sz w:val="30"/>
        <w:szCs w:val="30"/>
        <w:lang w:val="en-US"/>
      </w:rPr>
      <w:t xml:space="preserve">          </w:t>
    </w:r>
    <w:r w:rsidR="006A760F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6A760F" w:rsidRPr="0023186B" w:rsidRDefault="006A760F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A760F" w:rsidRPr="00983B22" w:rsidRDefault="006A760F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 xml:space="preserve">Областна дирекция „Земеделие” – </w:t>
    </w:r>
    <w:r w:rsidR="00D66684">
      <w:rPr>
        <w:rFonts w:ascii="Helen Bg Condensed" w:hAnsi="Helen Bg Condensed"/>
        <w:b w:val="0"/>
        <w:spacing w:val="40"/>
        <w:sz w:val="26"/>
        <w:szCs w:val="26"/>
      </w:rPr>
      <w:t>София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14:paraId="0A998BDC" w14:textId="77777777" w:rsidR="006A760F" w:rsidRPr="00983B22" w:rsidRDefault="006A760F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B11F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38C2"/>
    <w:rsid w:val="00173A32"/>
    <w:rsid w:val="00174EB5"/>
    <w:rsid w:val="001761C8"/>
    <w:rsid w:val="001850C9"/>
    <w:rsid w:val="001956ED"/>
    <w:rsid w:val="00197F75"/>
    <w:rsid w:val="001A06E4"/>
    <w:rsid w:val="001A1BA3"/>
    <w:rsid w:val="001A1C66"/>
    <w:rsid w:val="001B4BA5"/>
    <w:rsid w:val="001C7910"/>
    <w:rsid w:val="001E1CD9"/>
    <w:rsid w:val="001F5EA1"/>
    <w:rsid w:val="0020653E"/>
    <w:rsid w:val="00212573"/>
    <w:rsid w:val="00215957"/>
    <w:rsid w:val="00225E60"/>
    <w:rsid w:val="0023186B"/>
    <w:rsid w:val="00236727"/>
    <w:rsid w:val="002373F2"/>
    <w:rsid w:val="0024276E"/>
    <w:rsid w:val="002557CA"/>
    <w:rsid w:val="002639F4"/>
    <w:rsid w:val="00266D04"/>
    <w:rsid w:val="0027018A"/>
    <w:rsid w:val="002725F6"/>
    <w:rsid w:val="002868E1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2944"/>
    <w:rsid w:val="0035766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025E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B10BF"/>
    <w:rsid w:val="004C3144"/>
    <w:rsid w:val="004C4B62"/>
    <w:rsid w:val="004E31E0"/>
    <w:rsid w:val="004E5FF6"/>
    <w:rsid w:val="004F5882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3FA7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6209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4B8A"/>
    <w:rsid w:val="007B66B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532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575EB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6D90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4F5F"/>
    <w:rsid w:val="009D555E"/>
    <w:rsid w:val="009E2A74"/>
    <w:rsid w:val="009E7D8E"/>
    <w:rsid w:val="009F2A96"/>
    <w:rsid w:val="00A21340"/>
    <w:rsid w:val="00A21912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85B34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54180"/>
    <w:rsid w:val="00B65B7A"/>
    <w:rsid w:val="00B80B62"/>
    <w:rsid w:val="00B97B20"/>
    <w:rsid w:val="00BA238F"/>
    <w:rsid w:val="00BA5128"/>
    <w:rsid w:val="00BA5CA9"/>
    <w:rsid w:val="00BC0B35"/>
    <w:rsid w:val="00BC45FC"/>
    <w:rsid w:val="00BD0CEF"/>
    <w:rsid w:val="00BD1BCF"/>
    <w:rsid w:val="00BD5937"/>
    <w:rsid w:val="00BD7539"/>
    <w:rsid w:val="00BE215C"/>
    <w:rsid w:val="00BE4052"/>
    <w:rsid w:val="00C00904"/>
    <w:rsid w:val="00C02136"/>
    <w:rsid w:val="00C06313"/>
    <w:rsid w:val="00C120B5"/>
    <w:rsid w:val="00C34BD9"/>
    <w:rsid w:val="00C34FAA"/>
    <w:rsid w:val="00C37346"/>
    <w:rsid w:val="00C41B72"/>
    <w:rsid w:val="00C41FCC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318C2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1632B"/>
    <w:rsid w:val="00E237A5"/>
    <w:rsid w:val="00E276F4"/>
    <w:rsid w:val="00E339BB"/>
    <w:rsid w:val="00E4614E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2353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3A94"/>
    <w:rsid w:val="00FB775A"/>
    <w:rsid w:val="00FD0F5D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16E77F7E-9AE1-40C2-80E0-345193CB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5950-8FCB-4B32-B1DB-A0FD1C2B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20</Pages>
  <Words>7954</Words>
  <Characters>45344</Characters>
  <Application>Microsoft Office Word</Application>
  <DocSecurity>0</DocSecurity>
  <Lines>377</Lines>
  <Paragraphs>106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6</cp:revision>
  <cp:lastPrinted>2016-09-16T10:47:00Z</cp:lastPrinted>
  <dcterms:created xsi:type="dcterms:W3CDTF">2022-09-28T07:59:00Z</dcterms:created>
  <dcterms:modified xsi:type="dcterms:W3CDTF">2022-10-03T11:45:00Z</dcterms:modified>
</cp:coreProperties>
</file>